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487"/>
        <w:gridCol w:w="2098"/>
        <w:gridCol w:w="3661"/>
      </w:tblGrid>
      <w:tr w:rsidR="00A05C2D" w:rsidTr="007F7295"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</w:tcPr>
          <w:p w:rsidR="00207A0D" w:rsidRDefault="00664E08" w:rsidP="00207A0D">
            <w:pPr>
              <w:tabs>
                <w:tab w:val="left" w:pos="305"/>
                <w:tab w:val="left" w:pos="590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</w:t>
            </w:r>
            <w:r w:rsidR="006974A3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 xml:space="preserve">   </w:t>
            </w:r>
            <w:r w:rsidR="00A05C2D" w:rsidRPr="00BC4224">
              <w:rPr>
                <w:b/>
                <w:bCs/>
                <w:sz w:val="26"/>
                <w:szCs w:val="26"/>
              </w:rPr>
              <w:t>«Изьва»</w:t>
            </w:r>
          </w:p>
          <w:p w:rsidR="00A05C2D" w:rsidRPr="00BC4224" w:rsidRDefault="00A05C2D" w:rsidP="00DC125B">
            <w:pPr>
              <w:tabs>
                <w:tab w:val="left" w:pos="305"/>
                <w:tab w:val="left" w:pos="590"/>
              </w:tabs>
              <w:ind w:right="-1219"/>
              <w:rPr>
                <w:b/>
                <w:bCs/>
                <w:sz w:val="26"/>
                <w:szCs w:val="26"/>
              </w:rPr>
            </w:pPr>
            <w:r w:rsidRPr="00BC4224">
              <w:rPr>
                <w:b/>
                <w:bCs/>
                <w:sz w:val="26"/>
                <w:szCs w:val="26"/>
              </w:rPr>
              <w:t>муниципальнöй</w:t>
            </w:r>
            <w:r w:rsidR="00664E08">
              <w:rPr>
                <w:b/>
                <w:bCs/>
                <w:sz w:val="26"/>
                <w:szCs w:val="26"/>
              </w:rPr>
              <w:t xml:space="preserve"> </w:t>
            </w:r>
            <w:r w:rsidRPr="00BC4224">
              <w:rPr>
                <w:b/>
                <w:bCs/>
                <w:sz w:val="26"/>
                <w:szCs w:val="26"/>
              </w:rPr>
              <w:t>районса</w:t>
            </w:r>
          </w:p>
          <w:p w:rsidR="00A05C2D" w:rsidRPr="00BC4224" w:rsidRDefault="00664E08" w:rsidP="00207A0D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</w:t>
            </w:r>
            <w:r w:rsidR="00A05C2D" w:rsidRPr="00BC4224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A05C2D" w:rsidRPr="0083314A" w:rsidRDefault="00A05C2D" w:rsidP="00CC0729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:rsidR="00A05C2D" w:rsidRDefault="00AE392A" w:rsidP="00CC0729">
            <w:pPr>
              <w:widowControl w:val="0"/>
              <w:suppressAutoHyphens/>
              <w:jc w:val="center"/>
              <w:rPr>
                <w:b/>
                <w:bCs/>
              </w:rPr>
            </w:pPr>
            <w:r w:rsidRPr="00AE392A">
              <w:rPr>
                <w:b/>
                <w:bCs/>
                <w:noProof/>
              </w:rPr>
              <w:drawing>
                <wp:inline distT="0" distB="0" distL="0" distR="0">
                  <wp:extent cx="636422" cy="780680"/>
                  <wp:effectExtent l="0" t="0" r="0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593" cy="78702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7295" w:rsidRDefault="007F7295" w:rsidP="00CC0729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7F7295" w:rsidRDefault="007F7295" w:rsidP="00CC0729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7F7295" w:rsidRDefault="007F7295" w:rsidP="00CC0729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7F7295" w:rsidRPr="00826B97" w:rsidRDefault="007F7295" w:rsidP="00CC0729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nil"/>
              <w:right w:val="nil"/>
            </w:tcBorders>
          </w:tcPr>
          <w:p w:rsidR="00224E48" w:rsidRPr="00BC4224" w:rsidRDefault="00664E08" w:rsidP="00224E48">
            <w:pPr>
              <w:widowControl w:val="0"/>
              <w:suppressAutoHyphens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</w:t>
            </w:r>
            <w:r w:rsidR="00A05C2D" w:rsidRPr="00BC4224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A05C2D" w:rsidRPr="00BC4224" w:rsidRDefault="00664E08" w:rsidP="00224E48">
            <w:pPr>
              <w:widowControl w:val="0"/>
              <w:suppressAutoHyphens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</w:t>
            </w:r>
            <w:r w:rsidR="00A05C2D" w:rsidRPr="00BC4224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A05C2D" w:rsidRPr="00BC4224" w:rsidRDefault="00664E08" w:rsidP="00224E48">
            <w:pPr>
              <w:widowControl w:val="0"/>
              <w:suppressAutoHyphens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</w:t>
            </w:r>
            <w:r w:rsidR="00A05C2D" w:rsidRPr="00BC4224">
              <w:rPr>
                <w:b/>
                <w:bCs/>
                <w:sz w:val="26"/>
                <w:szCs w:val="26"/>
              </w:rPr>
              <w:t>«Ижемский»</w:t>
            </w:r>
          </w:p>
          <w:p w:rsidR="0036467B" w:rsidRDefault="0036467B" w:rsidP="00224E48">
            <w:pPr>
              <w:widowControl w:val="0"/>
              <w:suppressAutoHyphens/>
              <w:jc w:val="center"/>
              <w:rPr>
                <w:b/>
                <w:bCs/>
              </w:rPr>
            </w:pPr>
          </w:p>
          <w:p w:rsidR="0036467B" w:rsidRDefault="0036467B" w:rsidP="00322429">
            <w:pPr>
              <w:widowControl w:val="0"/>
              <w:suppressAutoHyphens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7F7295" w:rsidRPr="00B46E44" w:rsidRDefault="007F7295" w:rsidP="00DD3542">
      <w:pPr>
        <w:keepNext/>
        <w:jc w:val="center"/>
        <w:outlineLvl w:val="0"/>
        <w:rPr>
          <w:b/>
          <w:bCs/>
          <w:sz w:val="26"/>
          <w:szCs w:val="26"/>
        </w:rPr>
      </w:pPr>
      <w:r w:rsidRPr="00B46E44">
        <w:rPr>
          <w:b/>
          <w:bCs/>
          <w:sz w:val="26"/>
          <w:szCs w:val="26"/>
        </w:rPr>
        <w:t xml:space="preserve">Ш </w:t>
      </w:r>
      <w:proofErr w:type="gramStart"/>
      <w:r w:rsidRPr="00B46E44">
        <w:rPr>
          <w:b/>
          <w:bCs/>
          <w:sz w:val="26"/>
          <w:szCs w:val="26"/>
        </w:rPr>
        <w:t>У</w:t>
      </w:r>
      <w:proofErr w:type="gramEnd"/>
      <w:r w:rsidRPr="00B46E44">
        <w:rPr>
          <w:b/>
          <w:bCs/>
          <w:sz w:val="26"/>
          <w:szCs w:val="26"/>
        </w:rPr>
        <w:t xml:space="preserve"> Ö М</w:t>
      </w:r>
    </w:p>
    <w:p w:rsidR="007F7295" w:rsidRPr="00B46E44" w:rsidRDefault="007F7295" w:rsidP="007F7295">
      <w:pPr>
        <w:jc w:val="center"/>
        <w:rPr>
          <w:b/>
          <w:bCs/>
          <w:i/>
          <w:sz w:val="26"/>
          <w:szCs w:val="26"/>
          <w:u w:val="single"/>
        </w:rPr>
      </w:pPr>
    </w:p>
    <w:p w:rsidR="007F7295" w:rsidRPr="00B46E44" w:rsidRDefault="007F7295" w:rsidP="007F7295">
      <w:pPr>
        <w:jc w:val="center"/>
        <w:rPr>
          <w:b/>
          <w:bCs/>
          <w:sz w:val="26"/>
          <w:szCs w:val="26"/>
        </w:rPr>
      </w:pPr>
      <w:r w:rsidRPr="00B46E44">
        <w:rPr>
          <w:b/>
          <w:bCs/>
          <w:sz w:val="26"/>
          <w:szCs w:val="26"/>
        </w:rPr>
        <w:t>П О С Т А Н О В Л Е Н И Е</w:t>
      </w:r>
    </w:p>
    <w:p w:rsidR="00B92E4A" w:rsidRPr="00B46E44" w:rsidRDefault="00B92E4A" w:rsidP="007F7295">
      <w:pPr>
        <w:jc w:val="center"/>
        <w:rPr>
          <w:b/>
          <w:sz w:val="26"/>
          <w:szCs w:val="26"/>
        </w:rPr>
      </w:pPr>
    </w:p>
    <w:p w:rsidR="007F7295" w:rsidRPr="00B46E44" w:rsidRDefault="007F7295" w:rsidP="007F7295">
      <w:pPr>
        <w:jc w:val="center"/>
        <w:rPr>
          <w:b/>
          <w:sz w:val="26"/>
          <w:szCs w:val="26"/>
        </w:rPr>
      </w:pPr>
    </w:p>
    <w:p w:rsidR="008B6A0D" w:rsidRPr="004E0C96" w:rsidRDefault="00B10F0B" w:rsidP="00FF2D6A">
      <w:pPr>
        <w:ind w:left="567" w:hanging="567"/>
        <w:rPr>
          <w:sz w:val="25"/>
          <w:szCs w:val="25"/>
        </w:rPr>
      </w:pPr>
      <w:r w:rsidRPr="004E0C96">
        <w:rPr>
          <w:sz w:val="25"/>
          <w:szCs w:val="25"/>
        </w:rPr>
        <w:t>о</w:t>
      </w:r>
      <w:r w:rsidR="00E57B03" w:rsidRPr="004E0C96">
        <w:rPr>
          <w:sz w:val="25"/>
          <w:szCs w:val="25"/>
        </w:rPr>
        <w:t>т</w:t>
      </w:r>
      <w:r w:rsidR="00145FD9" w:rsidRPr="004E0C96">
        <w:rPr>
          <w:sz w:val="25"/>
          <w:szCs w:val="25"/>
        </w:rPr>
        <w:t xml:space="preserve"> 26</w:t>
      </w:r>
      <w:r w:rsidRPr="004E0C96">
        <w:rPr>
          <w:sz w:val="25"/>
          <w:szCs w:val="25"/>
        </w:rPr>
        <w:t xml:space="preserve"> </w:t>
      </w:r>
      <w:r w:rsidR="00145FD9" w:rsidRPr="004E0C96">
        <w:rPr>
          <w:sz w:val="25"/>
          <w:szCs w:val="25"/>
        </w:rPr>
        <w:t xml:space="preserve">августа </w:t>
      </w:r>
      <w:r w:rsidR="00305B06" w:rsidRPr="004E0C96">
        <w:rPr>
          <w:sz w:val="25"/>
          <w:szCs w:val="25"/>
        </w:rPr>
        <w:t>202</w:t>
      </w:r>
      <w:r w:rsidR="009767B7" w:rsidRPr="004E0C96">
        <w:rPr>
          <w:sz w:val="25"/>
          <w:szCs w:val="25"/>
        </w:rPr>
        <w:t>4</w:t>
      </w:r>
      <w:r w:rsidR="00074AFD" w:rsidRPr="004E0C96">
        <w:rPr>
          <w:sz w:val="25"/>
          <w:szCs w:val="25"/>
        </w:rPr>
        <w:t xml:space="preserve"> </w:t>
      </w:r>
      <w:r w:rsidR="00DD3542" w:rsidRPr="004E0C96">
        <w:rPr>
          <w:sz w:val="25"/>
          <w:szCs w:val="25"/>
        </w:rPr>
        <w:t xml:space="preserve">года                 </w:t>
      </w:r>
      <w:r w:rsidR="00A05C2D" w:rsidRPr="004E0C96">
        <w:rPr>
          <w:sz w:val="25"/>
          <w:szCs w:val="25"/>
        </w:rPr>
        <w:t xml:space="preserve">            </w:t>
      </w:r>
      <w:r w:rsidR="00DD3542" w:rsidRPr="004E0C96">
        <w:rPr>
          <w:sz w:val="25"/>
          <w:szCs w:val="25"/>
        </w:rPr>
        <w:t xml:space="preserve">                              </w:t>
      </w:r>
      <w:r w:rsidR="00525ABD" w:rsidRPr="004E0C96">
        <w:rPr>
          <w:sz w:val="25"/>
          <w:szCs w:val="25"/>
        </w:rPr>
        <w:t xml:space="preserve">             </w:t>
      </w:r>
      <w:r w:rsidR="00592740" w:rsidRPr="004E0C96">
        <w:rPr>
          <w:sz w:val="25"/>
          <w:szCs w:val="25"/>
        </w:rPr>
        <w:t xml:space="preserve">         </w:t>
      </w:r>
      <w:r w:rsidR="00DC125B" w:rsidRPr="004E0C96">
        <w:rPr>
          <w:sz w:val="25"/>
          <w:szCs w:val="25"/>
        </w:rPr>
        <w:t xml:space="preserve">  </w:t>
      </w:r>
      <w:r w:rsidR="00592740" w:rsidRPr="004E0C96">
        <w:rPr>
          <w:sz w:val="25"/>
          <w:szCs w:val="25"/>
        </w:rPr>
        <w:t xml:space="preserve"> </w:t>
      </w:r>
      <w:r w:rsidRPr="004E0C96">
        <w:rPr>
          <w:sz w:val="25"/>
          <w:szCs w:val="25"/>
        </w:rPr>
        <w:t xml:space="preserve">        </w:t>
      </w:r>
      <w:r w:rsidR="002A0B98" w:rsidRPr="004E0C96">
        <w:rPr>
          <w:sz w:val="25"/>
          <w:szCs w:val="25"/>
        </w:rPr>
        <w:t xml:space="preserve">        №</w:t>
      </w:r>
    </w:p>
    <w:p w:rsidR="00F37CE0" w:rsidRPr="004E0C96" w:rsidRDefault="00A05C2D" w:rsidP="00A05C2D">
      <w:pPr>
        <w:rPr>
          <w:sz w:val="25"/>
          <w:szCs w:val="25"/>
        </w:rPr>
      </w:pPr>
      <w:r w:rsidRPr="004E0C96">
        <w:rPr>
          <w:sz w:val="25"/>
          <w:szCs w:val="25"/>
        </w:rPr>
        <w:t xml:space="preserve">Республика Коми, </w:t>
      </w:r>
      <w:r w:rsidR="009311C9" w:rsidRPr="004E0C96">
        <w:rPr>
          <w:sz w:val="25"/>
          <w:szCs w:val="25"/>
        </w:rPr>
        <w:t>Ижемский р</w:t>
      </w:r>
      <w:r w:rsidR="007F7295" w:rsidRPr="004E0C96">
        <w:rPr>
          <w:sz w:val="25"/>
          <w:szCs w:val="25"/>
        </w:rPr>
        <w:t>айон</w:t>
      </w:r>
      <w:r w:rsidR="009311C9" w:rsidRPr="004E0C96">
        <w:rPr>
          <w:sz w:val="25"/>
          <w:szCs w:val="25"/>
        </w:rPr>
        <w:t xml:space="preserve">, </w:t>
      </w:r>
      <w:r w:rsidRPr="004E0C96">
        <w:rPr>
          <w:sz w:val="25"/>
          <w:szCs w:val="25"/>
        </w:rPr>
        <w:t>с. Ижма</w:t>
      </w:r>
    </w:p>
    <w:p w:rsidR="00F37CE0" w:rsidRPr="004E0C96" w:rsidRDefault="00F37CE0" w:rsidP="00A05C2D">
      <w:pPr>
        <w:rPr>
          <w:sz w:val="25"/>
          <w:szCs w:val="25"/>
        </w:rPr>
      </w:pPr>
    </w:p>
    <w:p w:rsidR="007F0625" w:rsidRPr="004E0C96" w:rsidRDefault="007F0625" w:rsidP="00A05C2D">
      <w:pPr>
        <w:rPr>
          <w:sz w:val="25"/>
          <w:szCs w:val="25"/>
        </w:rPr>
      </w:pPr>
    </w:p>
    <w:p w:rsidR="00A05C2D" w:rsidRPr="004E0C96" w:rsidRDefault="004C7A0A" w:rsidP="007D7140">
      <w:pPr>
        <w:widowControl w:val="0"/>
        <w:spacing w:after="22" w:line="276" w:lineRule="auto"/>
        <w:ind w:left="20"/>
        <w:jc w:val="center"/>
        <w:rPr>
          <w:color w:val="000000"/>
          <w:sz w:val="25"/>
          <w:szCs w:val="25"/>
          <w:lang w:bidi="ru-RU"/>
        </w:rPr>
      </w:pPr>
      <w:r>
        <w:rPr>
          <w:sz w:val="25"/>
          <w:szCs w:val="25"/>
        </w:rPr>
        <w:t xml:space="preserve">  </w:t>
      </w:r>
      <w:r w:rsidR="00FB2902" w:rsidRPr="004E0C96">
        <w:rPr>
          <w:sz w:val="25"/>
          <w:szCs w:val="25"/>
        </w:rPr>
        <w:t>О внесении изменений в постановление администрации муниципального района «</w:t>
      </w:r>
      <w:proofErr w:type="spellStart"/>
      <w:r w:rsidR="00FB2902" w:rsidRPr="004E0C96">
        <w:rPr>
          <w:sz w:val="25"/>
          <w:szCs w:val="25"/>
        </w:rPr>
        <w:t>Ижемский</w:t>
      </w:r>
      <w:proofErr w:type="spellEnd"/>
      <w:r w:rsidR="00FB2902" w:rsidRPr="004E0C96">
        <w:rPr>
          <w:sz w:val="25"/>
          <w:szCs w:val="25"/>
        </w:rPr>
        <w:t xml:space="preserve">» от </w:t>
      </w:r>
      <w:r w:rsidR="00145FD9" w:rsidRPr="004E0C96">
        <w:rPr>
          <w:sz w:val="25"/>
          <w:szCs w:val="25"/>
        </w:rPr>
        <w:t>28</w:t>
      </w:r>
      <w:r w:rsidR="007F0625" w:rsidRPr="004E0C96">
        <w:rPr>
          <w:sz w:val="25"/>
          <w:szCs w:val="25"/>
        </w:rPr>
        <w:t xml:space="preserve"> </w:t>
      </w:r>
      <w:r w:rsidR="00145FD9" w:rsidRPr="004E0C96">
        <w:rPr>
          <w:sz w:val="25"/>
          <w:szCs w:val="25"/>
        </w:rPr>
        <w:t>июня</w:t>
      </w:r>
      <w:r w:rsidR="007F0625" w:rsidRPr="004E0C96">
        <w:rPr>
          <w:sz w:val="25"/>
          <w:szCs w:val="25"/>
        </w:rPr>
        <w:t xml:space="preserve"> 202</w:t>
      </w:r>
      <w:r w:rsidR="00145FD9" w:rsidRPr="004E0C96">
        <w:rPr>
          <w:sz w:val="25"/>
          <w:szCs w:val="25"/>
        </w:rPr>
        <w:t>4</w:t>
      </w:r>
      <w:r w:rsidR="00FB2902" w:rsidRPr="004E0C96">
        <w:rPr>
          <w:sz w:val="25"/>
          <w:szCs w:val="25"/>
        </w:rPr>
        <w:t xml:space="preserve"> года № </w:t>
      </w:r>
      <w:r w:rsidR="00145FD9" w:rsidRPr="004E0C96">
        <w:rPr>
          <w:sz w:val="25"/>
          <w:szCs w:val="25"/>
        </w:rPr>
        <w:t>465</w:t>
      </w:r>
      <w:r w:rsidR="00FB2902" w:rsidRPr="004E0C96">
        <w:rPr>
          <w:sz w:val="25"/>
          <w:szCs w:val="25"/>
        </w:rPr>
        <w:t xml:space="preserve"> «</w:t>
      </w:r>
      <w:r w:rsidR="00145FD9" w:rsidRPr="004E0C96">
        <w:rPr>
          <w:sz w:val="25"/>
          <w:szCs w:val="25"/>
        </w:rPr>
        <w:t xml:space="preserve">Об </w:t>
      </w:r>
      <w:r w:rsidR="00145FD9" w:rsidRPr="004E0C96">
        <w:rPr>
          <w:color w:val="000000"/>
          <w:sz w:val="25"/>
          <w:szCs w:val="25"/>
          <w:lang w:bidi="ru-RU"/>
        </w:rPr>
        <w:t>утверждении актуализированной схемы теплоснабжения сельского</w:t>
      </w:r>
      <w:r w:rsidR="00145FD9" w:rsidRPr="004E0C96">
        <w:rPr>
          <w:sz w:val="25"/>
          <w:szCs w:val="25"/>
          <w:lang w:bidi="ru-RU"/>
        </w:rPr>
        <w:t xml:space="preserve"> </w:t>
      </w:r>
      <w:r w:rsidR="00145FD9" w:rsidRPr="004E0C96">
        <w:rPr>
          <w:color w:val="000000"/>
          <w:sz w:val="25"/>
          <w:szCs w:val="25"/>
          <w:lang w:bidi="ru-RU"/>
        </w:rPr>
        <w:t xml:space="preserve">поселения «Ижма» </w:t>
      </w:r>
      <w:proofErr w:type="spellStart"/>
      <w:r w:rsidR="00145FD9" w:rsidRPr="004E0C96">
        <w:rPr>
          <w:color w:val="000000"/>
          <w:sz w:val="25"/>
          <w:szCs w:val="25"/>
          <w:lang w:bidi="ru-RU"/>
        </w:rPr>
        <w:t>Ижемского</w:t>
      </w:r>
      <w:proofErr w:type="spellEnd"/>
      <w:r w:rsidR="00145FD9" w:rsidRPr="004E0C96">
        <w:rPr>
          <w:color w:val="000000"/>
          <w:sz w:val="25"/>
          <w:szCs w:val="25"/>
          <w:lang w:bidi="ru-RU"/>
        </w:rPr>
        <w:t xml:space="preserve"> района Республики Коми до 2032 года</w:t>
      </w:r>
      <w:r w:rsidR="00145FD9" w:rsidRPr="004E0C96">
        <w:rPr>
          <w:color w:val="000000"/>
          <w:sz w:val="25"/>
          <w:szCs w:val="25"/>
          <w:lang w:bidi="ru-RU"/>
        </w:rPr>
        <w:t>»</w:t>
      </w:r>
    </w:p>
    <w:p w:rsidR="007F0625" w:rsidRPr="004E0C96" w:rsidRDefault="007F0625" w:rsidP="007D7140">
      <w:pPr>
        <w:widowControl w:val="0"/>
        <w:spacing w:after="22" w:line="276" w:lineRule="auto"/>
        <w:ind w:left="20"/>
        <w:jc w:val="center"/>
        <w:rPr>
          <w:color w:val="000000"/>
          <w:sz w:val="25"/>
          <w:szCs w:val="25"/>
          <w:lang w:bidi="ru-RU"/>
        </w:rPr>
      </w:pPr>
    </w:p>
    <w:p w:rsidR="006F4740" w:rsidRPr="004E0C96" w:rsidRDefault="006F4740" w:rsidP="008A500D">
      <w:pPr>
        <w:tabs>
          <w:tab w:val="left" w:pos="180"/>
          <w:tab w:val="left" w:pos="360"/>
          <w:tab w:val="left" w:pos="540"/>
        </w:tabs>
        <w:jc w:val="both"/>
        <w:rPr>
          <w:color w:val="000000"/>
          <w:sz w:val="25"/>
          <w:szCs w:val="25"/>
          <w:lang w:bidi="ru-RU"/>
        </w:rPr>
      </w:pPr>
      <w:r w:rsidRPr="004E0C96">
        <w:rPr>
          <w:color w:val="000000"/>
          <w:sz w:val="25"/>
          <w:szCs w:val="25"/>
          <w:lang w:bidi="ru-RU"/>
        </w:rPr>
        <w:t xml:space="preserve">   </w:t>
      </w:r>
      <w:r w:rsidR="004C7A0A">
        <w:rPr>
          <w:color w:val="000000"/>
          <w:sz w:val="25"/>
          <w:szCs w:val="25"/>
          <w:lang w:bidi="ru-RU"/>
        </w:rPr>
        <w:t xml:space="preserve">  </w:t>
      </w:r>
      <w:r w:rsidRPr="004E0C96">
        <w:rPr>
          <w:color w:val="000000"/>
          <w:sz w:val="25"/>
          <w:szCs w:val="25"/>
          <w:lang w:bidi="ru-RU"/>
        </w:rPr>
        <w:t xml:space="preserve">   </w:t>
      </w:r>
      <w:r w:rsidRPr="004E0C96">
        <w:rPr>
          <w:color w:val="000000"/>
          <w:sz w:val="25"/>
          <w:szCs w:val="25"/>
          <w:lang w:bidi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п.6 ч. 1 ст. 6, ч.3 ст. 23 Федерального закона от 27.07.2010 №190-ФЗ «О теплоснабжении» и Постановлением Правительства Российской Федерации от 22.02.2012 №154 «О требованиях к схемам теплоснабжения, порядку их разработки и утверждения» и в целях актуализации схемы теплоснабжения сельского поселения «Ижма»</w:t>
      </w:r>
      <w:r w:rsidRPr="004E0C96">
        <w:rPr>
          <w:color w:val="000000"/>
          <w:sz w:val="25"/>
          <w:szCs w:val="25"/>
          <w:lang w:bidi="ru-RU"/>
        </w:rPr>
        <w:t xml:space="preserve">, </w:t>
      </w:r>
      <w:r w:rsidR="008A500D" w:rsidRPr="004E0C96">
        <w:rPr>
          <w:color w:val="000000"/>
          <w:sz w:val="25"/>
          <w:szCs w:val="25"/>
          <w:lang w:bidi="ru-RU"/>
        </w:rPr>
        <w:t>Приказом Комитета Республики Коми по тарифам от «30» октября 2023 года № 58/4 «Об утверждении инвестиционной программы в сфере теплоснабжения АО «КТК» на территориях МО МР «</w:t>
      </w:r>
      <w:proofErr w:type="spellStart"/>
      <w:r w:rsidR="008A500D" w:rsidRPr="004E0C96">
        <w:rPr>
          <w:color w:val="000000"/>
          <w:sz w:val="25"/>
          <w:szCs w:val="25"/>
          <w:lang w:bidi="ru-RU"/>
        </w:rPr>
        <w:t>Ижемский</w:t>
      </w:r>
      <w:proofErr w:type="spellEnd"/>
      <w:r w:rsidR="008A500D" w:rsidRPr="004E0C96">
        <w:rPr>
          <w:color w:val="000000"/>
          <w:sz w:val="25"/>
          <w:szCs w:val="25"/>
          <w:lang w:bidi="ru-RU"/>
        </w:rPr>
        <w:t>», МО МР «</w:t>
      </w:r>
      <w:proofErr w:type="spellStart"/>
      <w:r w:rsidR="008A500D" w:rsidRPr="004E0C96">
        <w:rPr>
          <w:color w:val="000000"/>
          <w:sz w:val="25"/>
          <w:szCs w:val="25"/>
          <w:lang w:bidi="ru-RU"/>
        </w:rPr>
        <w:t>Удорский</w:t>
      </w:r>
      <w:proofErr w:type="spellEnd"/>
      <w:r w:rsidR="008A500D" w:rsidRPr="004E0C96">
        <w:rPr>
          <w:color w:val="000000"/>
          <w:sz w:val="25"/>
          <w:szCs w:val="25"/>
          <w:lang w:bidi="ru-RU"/>
        </w:rPr>
        <w:t>» и МО МР «</w:t>
      </w:r>
      <w:proofErr w:type="spellStart"/>
      <w:r w:rsidR="008A500D" w:rsidRPr="004E0C96">
        <w:rPr>
          <w:color w:val="000000"/>
          <w:sz w:val="25"/>
          <w:szCs w:val="25"/>
          <w:lang w:bidi="ru-RU"/>
        </w:rPr>
        <w:t>Усть-Цилемский</w:t>
      </w:r>
      <w:proofErr w:type="spellEnd"/>
      <w:r w:rsidR="008A500D" w:rsidRPr="004E0C96">
        <w:rPr>
          <w:color w:val="000000"/>
          <w:sz w:val="25"/>
          <w:szCs w:val="25"/>
          <w:lang w:bidi="ru-RU"/>
        </w:rPr>
        <w:t xml:space="preserve">» на 2024 – 2028 годы  </w:t>
      </w:r>
      <w:r w:rsidRPr="004E0C96">
        <w:rPr>
          <w:color w:val="000000"/>
          <w:sz w:val="25"/>
          <w:szCs w:val="25"/>
          <w:lang w:bidi="ru-RU"/>
        </w:rPr>
        <w:t xml:space="preserve"> </w:t>
      </w:r>
    </w:p>
    <w:p w:rsidR="006F4740" w:rsidRPr="004E0C96" w:rsidRDefault="006F4740" w:rsidP="006F4740">
      <w:pPr>
        <w:tabs>
          <w:tab w:val="left" w:pos="180"/>
          <w:tab w:val="left" w:pos="360"/>
          <w:tab w:val="left" w:pos="540"/>
        </w:tabs>
        <w:rPr>
          <w:color w:val="000000"/>
          <w:sz w:val="25"/>
          <w:szCs w:val="25"/>
          <w:lang w:bidi="ru-RU"/>
        </w:rPr>
      </w:pPr>
    </w:p>
    <w:p w:rsidR="00A05C2D" w:rsidRPr="004E0C96" w:rsidRDefault="008A500D" w:rsidP="006F4740">
      <w:pPr>
        <w:tabs>
          <w:tab w:val="left" w:pos="180"/>
          <w:tab w:val="left" w:pos="360"/>
          <w:tab w:val="left" w:pos="540"/>
        </w:tabs>
        <w:rPr>
          <w:sz w:val="25"/>
          <w:szCs w:val="25"/>
        </w:rPr>
      </w:pPr>
      <w:r w:rsidRPr="004E0C96">
        <w:rPr>
          <w:sz w:val="25"/>
          <w:szCs w:val="25"/>
        </w:rPr>
        <w:t xml:space="preserve">                            </w:t>
      </w:r>
      <w:r w:rsidR="00A05C2D" w:rsidRPr="004E0C96">
        <w:rPr>
          <w:sz w:val="25"/>
          <w:szCs w:val="25"/>
        </w:rPr>
        <w:t>администрация муниципального района «</w:t>
      </w:r>
      <w:proofErr w:type="spellStart"/>
      <w:r w:rsidR="00A05C2D" w:rsidRPr="004E0C96">
        <w:rPr>
          <w:sz w:val="25"/>
          <w:szCs w:val="25"/>
        </w:rPr>
        <w:t>Ижемский</w:t>
      </w:r>
      <w:proofErr w:type="spellEnd"/>
      <w:r w:rsidR="00A05C2D" w:rsidRPr="004E0C96">
        <w:rPr>
          <w:sz w:val="25"/>
          <w:szCs w:val="25"/>
        </w:rPr>
        <w:t>»</w:t>
      </w:r>
    </w:p>
    <w:p w:rsidR="00A05C2D" w:rsidRPr="004E0C96" w:rsidRDefault="008A500D" w:rsidP="00A05C2D">
      <w:pPr>
        <w:rPr>
          <w:sz w:val="25"/>
          <w:szCs w:val="25"/>
        </w:rPr>
      </w:pPr>
      <w:r w:rsidRPr="004E0C96">
        <w:rPr>
          <w:sz w:val="25"/>
          <w:szCs w:val="25"/>
        </w:rPr>
        <w:t xml:space="preserve">         </w:t>
      </w:r>
    </w:p>
    <w:p w:rsidR="00A05C2D" w:rsidRPr="004E0C96" w:rsidRDefault="00A05C2D" w:rsidP="00A05C2D">
      <w:pPr>
        <w:jc w:val="center"/>
        <w:rPr>
          <w:sz w:val="25"/>
          <w:szCs w:val="25"/>
        </w:rPr>
      </w:pPr>
      <w:r w:rsidRPr="004E0C96">
        <w:rPr>
          <w:sz w:val="25"/>
          <w:szCs w:val="25"/>
        </w:rPr>
        <w:t>П О С Т А Н О В Л Я Е Т:</w:t>
      </w:r>
    </w:p>
    <w:p w:rsidR="00F37CE0" w:rsidRPr="004E0C96" w:rsidRDefault="00F37CE0" w:rsidP="00A1736B">
      <w:pPr>
        <w:widowControl w:val="0"/>
        <w:autoSpaceDE w:val="0"/>
        <w:autoSpaceDN w:val="0"/>
        <w:adjustRightInd w:val="0"/>
        <w:rPr>
          <w:sz w:val="25"/>
          <w:szCs w:val="25"/>
        </w:rPr>
      </w:pPr>
    </w:p>
    <w:p w:rsidR="00273634" w:rsidRPr="004E0C96" w:rsidRDefault="002D070A" w:rsidP="00740D49">
      <w:pPr>
        <w:ind w:firstLine="708"/>
        <w:jc w:val="both"/>
        <w:rPr>
          <w:sz w:val="25"/>
          <w:szCs w:val="25"/>
        </w:rPr>
      </w:pPr>
      <w:r w:rsidRPr="004E0C96">
        <w:rPr>
          <w:sz w:val="25"/>
          <w:szCs w:val="25"/>
        </w:rPr>
        <w:t xml:space="preserve">1. Внести в постановление администрации муниципального района «Ижемский» от </w:t>
      </w:r>
      <w:r w:rsidR="007F0625" w:rsidRPr="004E0C96">
        <w:rPr>
          <w:sz w:val="25"/>
          <w:szCs w:val="25"/>
        </w:rPr>
        <w:t>2</w:t>
      </w:r>
      <w:r w:rsidR="008A500D" w:rsidRPr="004E0C96">
        <w:rPr>
          <w:sz w:val="25"/>
          <w:szCs w:val="25"/>
        </w:rPr>
        <w:t>8</w:t>
      </w:r>
      <w:r w:rsidR="007F0625" w:rsidRPr="004E0C96">
        <w:rPr>
          <w:sz w:val="25"/>
          <w:szCs w:val="25"/>
        </w:rPr>
        <w:t xml:space="preserve"> июня 202</w:t>
      </w:r>
      <w:r w:rsidR="004E0C96" w:rsidRPr="004E0C96">
        <w:rPr>
          <w:sz w:val="25"/>
          <w:szCs w:val="25"/>
        </w:rPr>
        <w:t>4</w:t>
      </w:r>
      <w:r w:rsidR="007F0625" w:rsidRPr="004E0C96">
        <w:rPr>
          <w:sz w:val="25"/>
          <w:szCs w:val="25"/>
        </w:rPr>
        <w:t xml:space="preserve"> года № </w:t>
      </w:r>
      <w:r w:rsidR="008A500D" w:rsidRPr="004E0C96">
        <w:rPr>
          <w:sz w:val="25"/>
          <w:szCs w:val="25"/>
        </w:rPr>
        <w:t>465</w:t>
      </w:r>
      <w:r w:rsidR="007F0625" w:rsidRPr="004E0C96">
        <w:rPr>
          <w:sz w:val="25"/>
          <w:szCs w:val="25"/>
        </w:rPr>
        <w:t xml:space="preserve"> </w:t>
      </w:r>
      <w:r w:rsidRPr="004E0C96">
        <w:rPr>
          <w:sz w:val="25"/>
          <w:szCs w:val="25"/>
        </w:rPr>
        <w:t>«</w:t>
      </w:r>
      <w:r w:rsidR="008A500D" w:rsidRPr="004E0C96">
        <w:rPr>
          <w:sz w:val="25"/>
          <w:szCs w:val="25"/>
        </w:rPr>
        <w:t xml:space="preserve">Об </w:t>
      </w:r>
      <w:r w:rsidR="008A500D" w:rsidRPr="004E0C96">
        <w:rPr>
          <w:color w:val="000000"/>
          <w:sz w:val="25"/>
          <w:szCs w:val="25"/>
          <w:lang w:bidi="ru-RU"/>
        </w:rPr>
        <w:t>утверждении актуализированной схемы теплоснабжения сельского</w:t>
      </w:r>
      <w:r w:rsidR="008A500D" w:rsidRPr="004E0C96">
        <w:rPr>
          <w:sz w:val="25"/>
          <w:szCs w:val="25"/>
          <w:lang w:bidi="ru-RU"/>
        </w:rPr>
        <w:t xml:space="preserve"> </w:t>
      </w:r>
      <w:r w:rsidR="008A500D" w:rsidRPr="004E0C96">
        <w:rPr>
          <w:color w:val="000000"/>
          <w:sz w:val="25"/>
          <w:szCs w:val="25"/>
          <w:lang w:bidi="ru-RU"/>
        </w:rPr>
        <w:t xml:space="preserve">поселения «Ижма» </w:t>
      </w:r>
      <w:proofErr w:type="spellStart"/>
      <w:r w:rsidR="008A500D" w:rsidRPr="004E0C96">
        <w:rPr>
          <w:color w:val="000000"/>
          <w:sz w:val="25"/>
          <w:szCs w:val="25"/>
          <w:lang w:bidi="ru-RU"/>
        </w:rPr>
        <w:t>Ижемского</w:t>
      </w:r>
      <w:proofErr w:type="spellEnd"/>
      <w:r w:rsidR="008A500D" w:rsidRPr="004E0C96">
        <w:rPr>
          <w:color w:val="000000"/>
          <w:sz w:val="25"/>
          <w:szCs w:val="25"/>
          <w:lang w:bidi="ru-RU"/>
        </w:rPr>
        <w:t xml:space="preserve"> района Республики Коми до 2032 года</w:t>
      </w:r>
      <w:r w:rsidRPr="004E0C96">
        <w:rPr>
          <w:sz w:val="25"/>
          <w:szCs w:val="25"/>
        </w:rPr>
        <w:t xml:space="preserve"> (далее - Постановление) следующие изменения:</w:t>
      </w:r>
    </w:p>
    <w:p w:rsidR="008A6784" w:rsidRPr="004E0C96" w:rsidRDefault="008A6784" w:rsidP="008A500D">
      <w:pPr>
        <w:ind w:firstLine="708"/>
        <w:jc w:val="both"/>
        <w:rPr>
          <w:sz w:val="25"/>
          <w:szCs w:val="25"/>
        </w:rPr>
      </w:pPr>
      <w:r w:rsidRPr="004E0C96">
        <w:rPr>
          <w:sz w:val="25"/>
          <w:szCs w:val="25"/>
        </w:rPr>
        <w:t xml:space="preserve">1.1. </w:t>
      </w:r>
      <w:r w:rsidR="008A500D" w:rsidRPr="004E0C96">
        <w:rPr>
          <w:sz w:val="25"/>
          <w:szCs w:val="25"/>
        </w:rPr>
        <w:t xml:space="preserve">Таблицу 9.1 к Постановлению изложить в новой редакции, согласно </w:t>
      </w:r>
      <w:proofErr w:type="gramStart"/>
      <w:r w:rsidR="008A500D" w:rsidRPr="004E0C96">
        <w:rPr>
          <w:sz w:val="25"/>
          <w:szCs w:val="25"/>
        </w:rPr>
        <w:t>приложению</w:t>
      </w:r>
      <w:proofErr w:type="gramEnd"/>
      <w:r w:rsidR="008A500D" w:rsidRPr="004E0C96">
        <w:rPr>
          <w:sz w:val="25"/>
          <w:szCs w:val="25"/>
        </w:rPr>
        <w:t xml:space="preserve"> к настоящему Постановлению.</w:t>
      </w:r>
    </w:p>
    <w:p w:rsidR="002A0B98" w:rsidRPr="004E0C96" w:rsidRDefault="002A0B98" w:rsidP="002A0B98">
      <w:pPr>
        <w:tabs>
          <w:tab w:val="left" w:pos="142"/>
          <w:tab w:val="left" w:pos="851"/>
          <w:tab w:val="left" w:pos="993"/>
          <w:tab w:val="left" w:pos="1418"/>
        </w:tabs>
        <w:spacing w:line="276" w:lineRule="auto"/>
        <w:jc w:val="both"/>
        <w:rPr>
          <w:sz w:val="25"/>
          <w:szCs w:val="25"/>
        </w:rPr>
      </w:pPr>
      <w:bookmarkStart w:id="0" w:name="ZAP2CCK3M1"/>
      <w:bookmarkEnd w:id="0"/>
      <w:r w:rsidRPr="004E0C96">
        <w:rPr>
          <w:sz w:val="25"/>
          <w:szCs w:val="25"/>
        </w:rPr>
        <w:t xml:space="preserve">           2. </w:t>
      </w:r>
      <w:r w:rsidRPr="004E0C96">
        <w:rPr>
          <w:color w:val="000000"/>
          <w:sz w:val="25"/>
          <w:szCs w:val="25"/>
          <w:lang w:bidi="ru-RU"/>
        </w:rPr>
        <w:t>Управлению делами администрации муниципального района</w:t>
      </w:r>
      <w:r w:rsidRPr="004E0C96">
        <w:rPr>
          <w:sz w:val="25"/>
          <w:szCs w:val="25"/>
        </w:rPr>
        <w:t xml:space="preserve"> </w:t>
      </w:r>
      <w:r w:rsidRPr="004E0C96">
        <w:rPr>
          <w:color w:val="000000"/>
          <w:sz w:val="25"/>
          <w:szCs w:val="25"/>
          <w:lang w:bidi="ru-RU"/>
        </w:rPr>
        <w:t>«</w:t>
      </w:r>
      <w:proofErr w:type="spellStart"/>
      <w:r w:rsidRPr="004E0C96">
        <w:rPr>
          <w:color w:val="000000"/>
          <w:sz w:val="25"/>
          <w:szCs w:val="25"/>
          <w:lang w:bidi="ru-RU"/>
        </w:rPr>
        <w:t>Ижемский</w:t>
      </w:r>
      <w:proofErr w:type="spellEnd"/>
      <w:r w:rsidRPr="004E0C96">
        <w:rPr>
          <w:color w:val="000000"/>
          <w:sz w:val="25"/>
          <w:szCs w:val="25"/>
          <w:lang w:bidi="ru-RU"/>
        </w:rPr>
        <w:t xml:space="preserve">» </w:t>
      </w:r>
      <w:r w:rsidRPr="004E0C96">
        <w:rPr>
          <w:color w:val="000000"/>
          <w:sz w:val="25"/>
          <w:szCs w:val="25"/>
          <w:lang w:bidi="ru-RU"/>
        </w:rPr>
        <w:t>разместить</w:t>
      </w:r>
      <w:r w:rsidRPr="004E0C96">
        <w:rPr>
          <w:color w:val="000000"/>
          <w:sz w:val="25"/>
          <w:szCs w:val="25"/>
          <w:lang w:bidi="ru-RU"/>
        </w:rPr>
        <w:tab/>
        <w:t>настоящее постановление на официальном сайте</w:t>
      </w:r>
      <w:r w:rsidRPr="004E0C96">
        <w:rPr>
          <w:sz w:val="25"/>
          <w:szCs w:val="25"/>
        </w:rPr>
        <w:t xml:space="preserve"> </w:t>
      </w:r>
      <w:r w:rsidRPr="004E0C96">
        <w:rPr>
          <w:color w:val="000000"/>
          <w:sz w:val="25"/>
          <w:szCs w:val="25"/>
          <w:lang w:bidi="ru-RU"/>
        </w:rPr>
        <w:t>администрации муниципального района «</w:t>
      </w:r>
      <w:proofErr w:type="spellStart"/>
      <w:r w:rsidRPr="004E0C96">
        <w:rPr>
          <w:color w:val="000000"/>
          <w:sz w:val="25"/>
          <w:szCs w:val="25"/>
          <w:lang w:bidi="ru-RU"/>
        </w:rPr>
        <w:t>Ижемский</w:t>
      </w:r>
      <w:proofErr w:type="spellEnd"/>
      <w:r w:rsidRPr="004E0C96">
        <w:rPr>
          <w:color w:val="000000"/>
          <w:sz w:val="25"/>
          <w:szCs w:val="25"/>
          <w:lang w:bidi="ru-RU"/>
        </w:rPr>
        <w:t>».</w:t>
      </w:r>
    </w:p>
    <w:p w:rsidR="00273634" w:rsidRPr="004E0C96" w:rsidRDefault="00273634" w:rsidP="00273634">
      <w:pPr>
        <w:tabs>
          <w:tab w:val="left" w:pos="709"/>
          <w:tab w:val="left" w:pos="851"/>
        </w:tabs>
        <w:spacing w:line="276" w:lineRule="auto"/>
        <w:jc w:val="both"/>
        <w:rPr>
          <w:sz w:val="25"/>
          <w:szCs w:val="25"/>
        </w:rPr>
      </w:pPr>
      <w:r w:rsidRPr="004E0C96">
        <w:rPr>
          <w:sz w:val="25"/>
          <w:szCs w:val="25"/>
        </w:rPr>
        <w:tab/>
      </w:r>
      <w:r w:rsidR="007E77E2" w:rsidRPr="004E0C96">
        <w:rPr>
          <w:sz w:val="25"/>
          <w:szCs w:val="25"/>
        </w:rPr>
        <w:t>3. Контроль</w:t>
      </w:r>
      <w:r w:rsidR="00BD3631" w:rsidRPr="004E0C96">
        <w:rPr>
          <w:sz w:val="25"/>
          <w:szCs w:val="25"/>
        </w:rPr>
        <w:t xml:space="preserve"> </w:t>
      </w:r>
      <w:r w:rsidRPr="004E0C96">
        <w:rPr>
          <w:sz w:val="25"/>
          <w:szCs w:val="25"/>
        </w:rPr>
        <w:t xml:space="preserve">за исполнением настоящего постановления </w:t>
      </w:r>
      <w:r w:rsidR="00B0203F" w:rsidRPr="004E0C96">
        <w:rPr>
          <w:sz w:val="25"/>
          <w:szCs w:val="25"/>
        </w:rPr>
        <w:t>возложить на заместителя руководителя администрации муниципального района «Ижемский» Кретова А.С</w:t>
      </w:r>
      <w:r w:rsidR="00534EC2" w:rsidRPr="004E0C96">
        <w:rPr>
          <w:sz w:val="25"/>
          <w:szCs w:val="25"/>
        </w:rPr>
        <w:t xml:space="preserve">. </w:t>
      </w:r>
    </w:p>
    <w:p w:rsidR="00273634" w:rsidRPr="004E0C96" w:rsidRDefault="00273634" w:rsidP="00273634">
      <w:pPr>
        <w:tabs>
          <w:tab w:val="left" w:pos="709"/>
          <w:tab w:val="left" w:pos="851"/>
        </w:tabs>
        <w:spacing w:after="200" w:line="276" w:lineRule="auto"/>
        <w:jc w:val="both"/>
        <w:rPr>
          <w:sz w:val="25"/>
          <w:szCs w:val="25"/>
        </w:rPr>
      </w:pPr>
      <w:r w:rsidRPr="004E0C96">
        <w:rPr>
          <w:bCs/>
          <w:sz w:val="25"/>
          <w:szCs w:val="25"/>
        </w:rPr>
        <w:tab/>
        <w:t>4. Настоящее постановление вступает в силу со дня принятия.</w:t>
      </w:r>
    </w:p>
    <w:p w:rsidR="00534EC2" w:rsidRPr="004E0C96" w:rsidRDefault="004C7A0A" w:rsidP="002A0B98">
      <w:pPr>
        <w:tabs>
          <w:tab w:val="left" w:pos="540"/>
        </w:tabs>
        <w:jc w:val="both"/>
        <w:rPr>
          <w:sz w:val="25"/>
          <w:szCs w:val="25"/>
        </w:rPr>
      </w:pPr>
      <w:r>
        <w:rPr>
          <w:sz w:val="25"/>
          <w:szCs w:val="25"/>
        </w:rPr>
        <w:t>Заместитель руководителя администрации</w:t>
      </w:r>
      <w:r w:rsidR="00534EC2" w:rsidRPr="004E0C96">
        <w:rPr>
          <w:sz w:val="25"/>
          <w:szCs w:val="25"/>
        </w:rPr>
        <w:t xml:space="preserve"> </w:t>
      </w:r>
      <w:r w:rsidR="002A0B98" w:rsidRPr="004E0C96">
        <w:rPr>
          <w:sz w:val="25"/>
          <w:szCs w:val="25"/>
        </w:rPr>
        <w:t xml:space="preserve"> </w:t>
      </w:r>
    </w:p>
    <w:p w:rsidR="00B16411" w:rsidRPr="002A0B98" w:rsidRDefault="004C7A0A" w:rsidP="00A05C2D">
      <w:pPr>
        <w:tabs>
          <w:tab w:val="left" w:pos="540"/>
        </w:tabs>
        <w:jc w:val="both"/>
        <w:rPr>
          <w:sz w:val="24"/>
          <w:szCs w:val="24"/>
        </w:rPr>
      </w:pPr>
      <w:r>
        <w:rPr>
          <w:sz w:val="25"/>
          <w:szCs w:val="25"/>
        </w:rPr>
        <w:t>муниципального района «</w:t>
      </w:r>
      <w:proofErr w:type="spellStart"/>
      <w:proofErr w:type="gramStart"/>
      <w:r>
        <w:rPr>
          <w:sz w:val="25"/>
          <w:szCs w:val="25"/>
        </w:rPr>
        <w:t>Ижемский</w:t>
      </w:r>
      <w:proofErr w:type="spellEnd"/>
      <w:r>
        <w:rPr>
          <w:sz w:val="25"/>
          <w:szCs w:val="25"/>
        </w:rPr>
        <w:t>»</w:t>
      </w:r>
      <w:r w:rsidR="00534EC2" w:rsidRPr="004E0C96">
        <w:rPr>
          <w:sz w:val="25"/>
          <w:szCs w:val="25"/>
        </w:rPr>
        <w:t xml:space="preserve">   </w:t>
      </w:r>
      <w:proofErr w:type="gramEnd"/>
      <w:r w:rsidR="00534EC2" w:rsidRPr="004E0C96">
        <w:rPr>
          <w:sz w:val="25"/>
          <w:szCs w:val="25"/>
        </w:rPr>
        <w:t xml:space="preserve">    </w:t>
      </w:r>
      <w:r>
        <w:rPr>
          <w:sz w:val="25"/>
          <w:szCs w:val="25"/>
        </w:rPr>
        <w:t xml:space="preserve">                     </w:t>
      </w:r>
      <w:r w:rsidR="00534EC2" w:rsidRPr="004E0C96">
        <w:rPr>
          <w:sz w:val="25"/>
          <w:szCs w:val="25"/>
        </w:rPr>
        <w:t xml:space="preserve">     </w:t>
      </w:r>
      <w:r w:rsidR="00B0203F" w:rsidRPr="004E0C96">
        <w:rPr>
          <w:sz w:val="25"/>
          <w:szCs w:val="25"/>
        </w:rPr>
        <w:t xml:space="preserve">                             </w:t>
      </w:r>
      <w:r w:rsidR="002A0B98" w:rsidRPr="004E0C96">
        <w:rPr>
          <w:sz w:val="25"/>
          <w:szCs w:val="25"/>
        </w:rPr>
        <w:t xml:space="preserve">    </w:t>
      </w:r>
      <w:r w:rsidR="00B0203F" w:rsidRPr="004E0C96">
        <w:rPr>
          <w:sz w:val="25"/>
          <w:szCs w:val="25"/>
        </w:rPr>
        <w:t xml:space="preserve"> </w:t>
      </w:r>
      <w:r>
        <w:rPr>
          <w:sz w:val="25"/>
          <w:szCs w:val="25"/>
        </w:rPr>
        <w:t>А.С</w:t>
      </w:r>
      <w:r w:rsidR="002A0B98" w:rsidRPr="004E0C96">
        <w:rPr>
          <w:sz w:val="25"/>
          <w:szCs w:val="25"/>
        </w:rPr>
        <w:t xml:space="preserve">. </w:t>
      </w:r>
      <w:r>
        <w:rPr>
          <w:sz w:val="25"/>
          <w:szCs w:val="25"/>
        </w:rPr>
        <w:t>Кретов</w:t>
      </w:r>
      <w:bookmarkStart w:id="1" w:name="_GoBack"/>
      <w:bookmarkEnd w:id="1"/>
    </w:p>
    <w:p w:rsidR="00EC5929" w:rsidRDefault="00EC5929" w:rsidP="006974A3">
      <w:pPr>
        <w:jc w:val="right"/>
        <w:sectPr w:rsidR="00EC5929" w:rsidSect="006974A3">
          <w:pgSz w:w="11905" w:h="16838"/>
          <w:pgMar w:top="567" w:right="850" w:bottom="567" w:left="1701" w:header="720" w:footer="720" w:gutter="0"/>
          <w:cols w:space="720"/>
          <w:noEndnote/>
          <w:docGrid w:linePitch="272"/>
        </w:sectPr>
      </w:pPr>
    </w:p>
    <w:p w:rsidR="006974A3" w:rsidRDefault="006974A3" w:rsidP="006974A3">
      <w:pPr>
        <w:jc w:val="right"/>
      </w:pPr>
      <w:r>
        <w:t xml:space="preserve">     Приложение </w:t>
      </w:r>
    </w:p>
    <w:p w:rsidR="006974A3" w:rsidRDefault="006974A3" w:rsidP="006974A3">
      <w:pPr>
        <w:jc w:val="right"/>
      </w:pPr>
      <w:r>
        <w:t xml:space="preserve">к постановлению администрации </w:t>
      </w:r>
    </w:p>
    <w:p w:rsidR="006974A3" w:rsidRDefault="00EC5929" w:rsidP="006974A3">
      <w:pPr>
        <w:jc w:val="right"/>
      </w:pPr>
      <w:r>
        <w:t xml:space="preserve"> </w:t>
      </w:r>
      <w:r w:rsidR="006974A3">
        <w:t>муниципального района «</w:t>
      </w:r>
      <w:proofErr w:type="spellStart"/>
      <w:r w:rsidR="006974A3">
        <w:t>Ижемский</w:t>
      </w:r>
      <w:proofErr w:type="spellEnd"/>
      <w:r w:rsidR="006974A3">
        <w:t xml:space="preserve">» </w:t>
      </w:r>
    </w:p>
    <w:p w:rsidR="006974A3" w:rsidRDefault="00EC5929" w:rsidP="006974A3">
      <w:pPr>
        <w:jc w:val="right"/>
      </w:pPr>
      <w:r>
        <w:t xml:space="preserve"> </w:t>
      </w:r>
      <w:r w:rsidR="006974A3">
        <w:t xml:space="preserve">№______ от «26» августа 2024 г </w:t>
      </w:r>
    </w:p>
    <w:p w:rsidR="006974A3" w:rsidRDefault="006974A3" w:rsidP="006974A3">
      <w:pPr>
        <w:jc w:val="right"/>
      </w:pPr>
    </w:p>
    <w:p w:rsidR="006974A3" w:rsidRPr="00ED1950" w:rsidRDefault="006974A3" w:rsidP="006974A3">
      <w:pPr>
        <w:jc w:val="right"/>
      </w:pPr>
      <w:r w:rsidRPr="00ED1950">
        <w:t>Таблица 9.1</w:t>
      </w:r>
    </w:p>
    <w:p w:rsidR="006974A3" w:rsidRPr="00ED1950" w:rsidRDefault="006974A3" w:rsidP="006974A3">
      <w:pPr>
        <w:jc w:val="center"/>
        <w:rPr>
          <w:u w:val="single"/>
        </w:rPr>
      </w:pPr>
      <w:r w:rsidRPr="00ED1950">
        <w:rPr>
          <w:u w:val="single"/>
        </w:rPr>
        <w:t>Предложения по величине необходимых инвестиций на строительство, реконструкцию, техническое перевооружение и (или) модернизацию источников тепловой энергии и тепловых сетей</w:t>
      </w:r>
    </w:p>
    <w:tbl>
      <w:tblPr>
        <w:tblW w:w="16556" w:type="dxa"/>
        <w:tblInd w:w="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6095"/>
        <w:gridCol w:w="1370"/>
        <w:gridCol w:w="1370"/>
        <w:gridCol w:w="1371"/>
        <w:gridCol w:w="1371"/>
        <w:gridCol w:w="1370"/>
        <w:gridCol w:w="1371"/>
        <w:gridCol w:w="1371"/>
      </w:tblGrid>
      <w:tr w:rsidR="006974A3" w:rsidRPr="00ED1950" w:rsidTr="001F7550">
        <w:trPr>
          <w:gridAfter w:val="1"/>
          <w:wAfter w:w="1371" w:type="dxa"/>
          <w:trHeight w:val="70"/>
          <w:tblHeader/>
        </w:trPr>
        <w:tc>
          <w:tcPr>
            <w:tcW w:w="867" w:type="dxa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  <w:rPr>
                <w:b/>
              </w:rPr>
            </w:pPr>
            <w:r w:rsidRPr="00ED1950">
              <w:rPr>
                <w:b/>
              </w:rPr>
              <w:t>№ п/п</w:t>
            </w:r>
          </w:p>
        </w:tc>
        <w:tc>
          <w:tcPr>
            <w:tcW w:w="6095" w:type="dxa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  <w:rPr>
                <w:b/>
              </w:rPr>
            </w:pPr>
            <w:r w:rsidRPr="00ED1950">
              <w:rPr>
                <w:b/>
              </w:rPr>
              <w:t>Наименование мероприятия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  <w:rPr>
                <w:b/>
              </w:rPr>
            </w:pPr>
            <w:r w:rsidRPr="00ED1950">
              <w:rPr>
                <w:b/>
              </w:rPr>
              <w:t>2020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  <w:rPr>
                <w:b/>
              </w:rPr>
            </w:pPr>
            <w:r w:rsidRPr="00ED1950">
              <w:rPr>
                <w:b/>
              </w:rPr>
              <w:t>2021</w:t>
            </w:r>
          </w:p>
        </w:tc>
        <w:tc>
          <w:tcPr>
            <w:tcW w:w="1371" w:type="dxa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  <w:rPr>
                <w:b/>
              </w:rPr>
            </w:pPr>
            <w:r w:rsidRPr="00ED1950">
              <w:rPr>
                <w:b/>
              </w:rPr>
              <w:t>2022</w:t>
            </w:r>
          </w:p>
        </w:tc>
        <w:tc>
          <w:tcPr>
            <w:tcW w:w="1371" w:type="dxa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  <w:rPr>
                <w:b/>
              </w:rPr>
            </w:pPr>
            <w:r w:rsidRPr="00ED1950">
              <w:rPr>
                <w:b/>
              </w:rPr>
              <w:t>2023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  <w:rPr>
                <w:b/>
              </w:rPr>
            </w:pPr>
            <w:r w:rsidRPr="00ED1950">
              <w:rPr>
                <w:b/>
              </w:rPr>
              <w:t>2024</w:t>
            </w:r>
          </w:p>
        </w:tc>
        <w:tc>
          <w:tcPr>
            <w:tcW w:w="1371" w:type="dxa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  <w:rPr>
                <w:b/>
              </w:rPr>
            </w:pPr>
            <w:r w:rsidRPr="00ED1950">
              <w:rPr>
                <w:b/>
              </w:rPr>
              <w:t>2025</w:t>
            </w:r>
          </w:p>
        </w:tc>
      </w:tr>
      <w:tr w:rsidR="006974A3" w:rsidRPr="00ED1950" w:rsidTr="001F7550">
        <w:trPr>
          <w:gridAfter w:val="1"/>
          <w:wAfter w:w="1371" w:type="dxa"/>
        </w:trPr>
        <w:tc>
          <w:tcPr>
            <w:tcW w:w="15185" w:type="dxa"/>
            <w:gridSpan w:val="8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pStyle w:val="a8"/>
              <w:spacing w:before="120" w:line="360" w:lineRule="auto"/>
              <w:rPr>
                <w:lang w:val="ru-RU"/>
              </w:rPr>
            </w:pPr>
            <w:r w:rsidRPr="00ED1950">
              <w:t>Группа 1 «Реконструкция источников теплоснабжения»</w:t>
            </w:r>
          </w:p>
        </w:tc>
      </w:tr>
      <w:tr w:rsidR="006974A3" w:rsidRPr="00ED1950" w:rsidTr="001F7550">
        <w:trPr>
          <w:gridAfter w:val="1"/>
          <w:wAfter w:w="1371" w:type="dxa"/>
        </w:trPr>
        <w:tc>
          <w:tcPr>
            <w:tcW w:w="15185" w:type="dxa"/>
            <w:gridSpan w:val="8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 w:rsidRPr="00ED1950">
              <w:t>Сельское поселение «Ижма»</w:t>
            </w:r>
          </w:p>
        </w:tc>
      </w:tr>
      <w:tr w:rsidR="006974A3" w:rsidRPr="00ED1950" w:rsidTr="001F7550">
        <w:trPr>
          <w:gridAfter w:val="1"/>
          <w:wAfter w:w="1371" w:type="dxa"/>
        </w:trPr>
        <w:tc>
          <w:tcPr>
            <w:tcW w:w="86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</w:p>
        </w:tc>
        <w:tc>
          <w:tcPr>
            <w:tcW w:w="609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</w:pPr>
            <w:r w:rsidRPr="00ED1950">
              <w:t xml:space="preserve">Строительство </w:t>
            </w:r>
            <w:proofErr w:type="spellStart"/>
            <w:r w:rsidRPr="00ED1950">
              <w:t>блочно</w:t>
            </w:r>
            <w:proofErr w:type="spellEnd"/>
            <w:r w:rsidRPr="00ED1950">
              <w:t xml:space="preserve">-модульной котельной (БМК) на </w:t>
            </w:r>
            <w:proofErr w:type="spellStart"/>
            <w:r w:rsidRPr="00ED1950">
              <w:t>пеллетах</w:t>
            </w:r>
            <w:proofErr w:type="spellEnd"/>
            <w:r w:rsidRPr="00ED1950">
              <w:t>, взамен действую ей угольной котельной «ВСШ», с подключением к существующим тепловым сетям</w:t>
            </w:r>
          </w:p>
        </w:tc>
        <w:tc>
          <w:tcPr>
            <w:tcW w:w="137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 w:rsidRPr="00ED1950">
              <w:t>0</w:t>
            </w:r>
          </w:p>
        </w:tc>
        <w:tc>
          <w:tcPr>
            <w:tcW w:w="137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 w:rsidRPr="00ED1950">
              <w:t>0</w:t>
            </w:r>
          </w:p>
        </w:tc>
        <w:tc>
          <w:tcPr>
            <w:tcW w:w="1371" w:type="dxa"/>
            <w:shd w:val="clear" w:color="000000" w:fill="FFFFFF"/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 w:rsidRPr="00ED1950">
              <w:t>0</w:t>
            </w:r>
          </w:p>
        </w:tc>
        <w:tc>
          <w:tcPr>
            <w:tcW w:w="1371" w:type="dxa"/>
            <w:shd w:val="clear" w:color="000000" w:fill="FFFFFF"/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 w:rsidRPr="00ED1950">
              <w:t>0</w:t>
            </w:r>
          </w:p>
        </w:tc>
        <w:tc>
          <w:tcPr>
            <w:tcW w:w="137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 w:rsidRPr="00ED1950">
              <w:t>0</w:t>
            </w:r>
          </w:p>
        </w:tc>
        <w:tc>
          <w:tcPr>
            <w:tcW w:w="1371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 w:rsidRPr="00ED1950">
              <w:t>0</w:t>
            </w:r>
          </w:p>
        </w:tc>
      </w:tr>
      <w:tr w:rsidR="006974A3" w:rsidRPr="00ED1950" w:rsidTr="00EC5929">
        <w:tc>
          <w:tcPr>
            <w:tcW w:w="867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 w:rsidRPr="00ED1950">
              <w:t>-</w:t>
            </w:r>
          </w:p>
        </w:tc>
        <w:tc>
          <w:tcPr>
            <w:tcW w:w="6095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6974A3" w:rsidRPr="00ED1950" w:rsidRDefault="006974A3" w:rsidP="001F7550">
            <w:pPr>
              <w:spacing w:before="120" w:line="360" w:lineRule="auto"/>
            </w:pPr>
            <w:r>
              <w:t>Техническое перевооружение</w:t>
            </w:r>
            <w:r w:rsidRPr="00ED1950">
              <w:t xml:space="preserve"> котельной «Квартальная» </w:t>
            </w:r>
          </w:p>
          <w:p w:rsidR="006974A3" w:rsidRPr="00ED1950" w:rsidRDefault="006974A3" w:rsidP="001F7550">
            <w:pPr>
              <w:spacing w:before="120" w:line="360" w:lineRule="auto"/>
            </w:pPr>
            <w:r w:rsidRPr="00ED1950">
              <w:t xml:space="preserve">с. Ижма  </w:t>
            </w:r>
          </w:p>
        </w:tc>
        <w:tc>
          <w:tcPr>
            <w:tcW w:w="1370" w:type="dxa"/>
            <w:shd w:val="clear" w:color="000000" w:fill="FFFFFF"/>
            <w:tcMar>
              <w:left w:w="28" w:type="dxa"/>
              <w:right w:w="28" w:type="dxa"/>
            </w:tcMar>
            <w:vAlign w:val="center"/>
            <w:hideMark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 w:rsidRPr="00ED1950">
              <w:t> 0</w:t>
            </w:r>
          </w:p>
        </w:tc>
        <w:tc>
          <w:tcPr>
            <w:tcW w:w="1370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 w:rsidRPr="00ED1950">
              <w:t>0</w:t>
            </w:r>
          </w:p>
        </w:tc>
        <w:tc>
          <w:tcPr>
            <w:tcW w:w="1371" w:type="dxa"/>
            <w:shd w:val="clear" w:color="000000" w:fill="FFFFFF"/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 w:rsidRPr="00ED1950">
              <w:t>0</w:t>
            </w:r>
          </w:p>
        </w:tc>
        <w:tc>
          <w:tcPr>
            <w:tcW w:w="4112" w:type="dxa"/>
            <w:gridSpan w:val="3"/>
            <w:shd w:val="clear" w:color="000000" w:fill="FFFFFF"/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>
              <w:t>30</w:t>
            </w:r>
            <w:r w:rsidRPr="00ED1950">
              <w:t> 000,00 тыс. руб.</w:t>
            </w:r>
          </w:p>
        </w:tc>
        <w:tc>
          <w:tcPr>
            <w:tcW w:w="1371" w:type="dxa"/>
            <w:tcBorders>
              <w:top w:val="nil"/>
              <w:bottom w:val="nil"/>
            </w:tcBorders>
            <w:vAlign w:val="center"/>
          </w:tcPr>
          <w:p w:rsidR="006974A3" w:rsidRPr="00ED1950" w:rsidRDefault="00EC5929" w:rsidP="001F7550">
            <w:pPr>
              <w:spacing w:before="120" w:line="360" w:lineRule="auto"/>
              <w:jc w:val="center"/>
            </w:pPr>
            <w:r>
              <w:t xml:space="preserve"> </w:t>
            </w:r>
          </w:p>
        </w:tc>
      </w:tr>
      <w:tr w:rsidR="006974A3" w:rsidRPr="00ED1950" w:rsidTr="001F7550">
        <w:trPr>
          <w:gridAfter w:val="1"/>
          <w:wAfter w:w="1371" w:type="dxa"/>
        </w:trPr>
        <w:tc>
          <w:tcPr>
            <w:tcW w:w="15185" w:type="dxa"/>
            <w:gridSpan w:val="8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 w:rsidRPr="00ED1950">
              <w:t>Группа 2 «Тепловые сети и сооружения на них»</w:t>
            </w:r>
          </w:p>
        </w:tc>
      </w:tr>
      <w:tr w:rsidR="006974A3" w:rsidRPr="00ED1950" w:rsidTr="001F7550">
        <w:trPr>
          <w:gridAfter w:val="1"/>
          <w:wAfter w:w="1371" w:type="dxa"/>
        </w:trPr>
        <w:tc>
          <w:tcPr>
            <w:tcW w:w="15185" w:type="dxa"/>
            <w:gridSpan w:val="8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 w:rsidRPr="00ED1950">
              <w:t>Сельское поселение «Ижма»</w:t>
            </w:r>
          </w:p>
        </w:tc>
      </w:tr>
      <w:tr w:rsidR="006974A3" w:rsidRPr="00ED1950" w:rsidTr="001F7550">
        <w:trPr>
          <w:gridAfter w:val="1"/>
          <w:wAfter w:w="1371" w:type="dxa"/>
        </w:trPr>
        <w:tc>
          <w:tcPr>
            <w:tcW w:w="86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</w:pPr>
            <w:r w:rsidRPr="00ED1950">
              <w:t>1</w:t>
            </w:r>
          </w:p>
        </w:tc>
        <w:tc>
          <w:tcPr>
            <w:tcW w:w="6095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974A3" w:rsidRPr="00ED1950" w:rsidRDefault="006974A3" w:rsidP="001F7550">
            <w:pPr>
              <w:spacing w:before="120" w:line="360" w:lineRule="auto"/>
            </w:pPr>
            <w:r w:rsidRPr="00ED1950">
              <w:t>Замена ветхих тепловых сетей от котельных</w:t>
            </w:r>
          </w:p>
        </w:tc>
        <w:tc>
          <w:tcPr>
            <w:tcW w:w="1370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6974A3" w:rsidRPr="00ED1950" w:rsidRDefault="006974A3" w:rsidP="001F7550">
            <w:pPr>
              <w:spacing w:before="120" w:line="360" w:lineRule="auto"/>
              <w:jc w:val="center"/>
              <w:rPr>
                <w:bCs/>
              </w:rPr>
            </w:pPr>
            <w:r w:rsidRPr="00ED1950">
              <w:rPr>
                <w:bCs/>
              </w:rPr>
              <w:t>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  <w:rPr>
                <w:bCs/>
              </w:rPr>
            </w:pPr>
            <w:r w:rsidRPr="00ED1950">
              <w:rPr>
                <w:bCs/>
              </w:rPr>
              <w:t>0</w:t>
            </w:r>
          </w:p>
        </w:tc>
        <w:tc>
          <w:tcPr>
            <w:tcW w:w="1371" w:type="dxa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  <w:rPr>
                <w:bCs/>
              </w:rPr>
            </w:pPr>
            <w:r w:rsidRPr="00ED1950">
              <w:rPr>
                <w:bCs/>
              </w:rPr>
              <w:t>0</w:t>
            </w:r>
          </w:p>
        </w:tc>
        <w:tc>
          <w:tcPr>
            <w:tcW w:w="1371" w:type="dxa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  <w:rPr>
                <w:bCs/>
              </w:rPr>
            </w:pPr>
            <w:r w:rsidRPr="00ED1950">
              <w:rPr>
                <w:bCs/>
              </w:rPr>
              <w:t>0</w:t>
            </w:r>
          </w:p>
        </w:tc>
        <w:tc>
          <w:tcPr>
            <w:tcW w:w="1370" w:type="dxa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  <w:rPr>
                <w:bCs/>
              </w:rPr>
            </w:pPr>
            <w:r w:rsidRPr="00ED1950">
              <w:rPr>
                <w:bCs/>
              </w:rPr>
              <w:t>0</w:t>
            </w:r>
          </w:p>
        </w:tc>
        <w:tc>
          <w:tcPr>
            <w:tcW w:w="1371" w:type="dxa"/>
            <w:tcMar>
              <w:left w:w="28" w:type="dxa"/>
              <w:right w:w="28" w:type="dxa"/>
            </w:tcMar>
            <w:vAlign w:val="center"/>
          </w:tcPr>
          <w:p w:rsidR="006974A3" w:rsidRPr="00ED1950" w:rsidRDefault="006974A3" w:rsidP="001F7550">
            <w:pPr>
              <w:spacing w:before="120" w:line="360" w:lineRule="auto"/>
              <w:jc w:val="center"/>
              <w:rPr>
                <w:bCs/>
              </w:rPr>
            </w:pPr>
            <w:r w:rsidRPr="00ED1950">
              <w:rPr>
                <w:bCs/>
              </w:rPr>
              <w:t>0</w:t>
            </w:r>
          </w:p>
        </w:tc>
      </w:tr>
    </w:tbl>
    <w:p w:rsidR="00EC5929" w:rsidRDefault="00EC5929" w:rsidP="006974A3">
      <w:pPr>
        <w:jc w:val="center"/>
        <w:rPr>
          <w:u w:val="single"/>
        </w:rPr>
        <w:sectPr w:rsidR="00EC5929" w:rsidSect="00EC5929">
          <w:pgSz w:w="16838" w:h="11905" w:orient="landscape"/>
          <w:pgMar w:top="851" w:right="567" w:bottom="1701" w:left="567" w:header="720" w:footer="720" w:gutter="0"/>
          <w:cols w:space="720"/>
          <w:noEndnote/>
          <w:docGrid w:linePitch="272"/>
        </w:sectPr>
      </w:pPr>
    </w:p>
    <w:p w:rsidR="006974A3" w:rsidRPr="00ED1950" w:rsidRDefault="006974A3" w:rsidP="006974A3">
      <w:pPr>
        <w:jc w:val="center"/>
        <w:rPr>
          <w:u w:val="single"/>
        </w:rPr>
      </w:pPr>
    </w:p>
    <w:p w:rsidR="003566FB" w:rsidRPr="002A0B98" w:rsidRDefault="003566FB" w:rsidP="00DD3542">
      <w:pPr>
        <w:tabs>
          <w:tab w:val="left" w:pos="540"/>
        </w:tabs>
        <w:ind w:left="4678"/>
        <w:jc w:val="both"/>
        <w:rPr>
          <w:sz w:val="27"/>
          <w:szCs w:val="27"/>
        </w:rPr>
      </w:pPr>
    </w:p>
    <w:sectPr w:rsidR="003566FB" w:rsidRPr="002A0B98" w:rsidSect="006974A3">
      <w:pgSz w:w="11905" w:h="16838"/>
      <w:pgMar w:top="567" w:right="850" w:bottom="567" w:left="1701" w:header="720" w:footer="72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2DAC"/>
    <w:multiLevelType w:val="hybridMultilevel"/>
    <w:tmpl w:val="5E10E552"/>
    <w:lvl w:ilvl="0" w:tplc="5738740C">
      <w:start w:val="1"/>
      <w:numFmt w:val="upperRoman"/>
      <w:lvlText w:val="%1."/>
      <w:lvlJc w:val="left"/>
      <w:pPr>
        <w:ind w:left="1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CEF6CCB"/>
    <w:multiLevelType w:val="hybridMultilevel"/>
    <w:tmpl w:val="79EE197A"/>
    <w:lvl w:ilvl="0" w:tplc="9FA876A0">
      <w:start w:val="1"/>
      <w:numFmt w:val="decimal"/>
      <w:lvlText w:val="%1."/>
      <w:lvlJc w:val="left"/>
      <w:pPr>
        <w:ind w:left="49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 w15:restartNumberingAfterBreak="0">
    <w:nsid w:val="30365113"/>
    <w:multiLevelType w:val="hybridMultilevel"/>
    <w:tmpl w:val="1BA02EFC"/>
    <w:lvl w:ilvl="0" w:tplc="F4C00182">
      <w:start w:val="1"/>
      <w:numFmt w:val="decimal"/>
      <w:lvlText w:val="%1."/>
      <w:lvlJc w:val="left"/>
      <w:pPr>
        <w:ind w:left="8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4B5532E"/>
    <w:multiLevelType w:val="hybridMultilevel"/>
    <w:tmpl w:val="2FEA6DC6"/>
    <w:lvl w:ilvl="0" w:tplc="A97A378A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AEB"/>
    <w:rsid w:val="000000E2"/>
    <w:rsid w:val="0000246F"/>
    <w:rsid w:val="0000353D"/>
    <w:rsid w:val="000047E1"/>
    <w:rsid w:val="00007CF8"/>
    <w:rsid w:val="00010795"/>
    <w:rsid w:val="0001665B"/>
    <w:rsid w:val="0003056D"/>
    <w:rsid w:val="00037965"/>
    <w:rsid w:val="00055DC8"/>
    <w:rsid w:val="000578D2"/>
    <w:rsid w:val="000644D2"/>
    <w:rsid w:val="00074AFD"/>
    <w:rsid w:val="00087A19"/>
    <w:rsid w:val="00095802"/>
    <w:rsid w:val="000A3ADD"/>
    <w:rsid w:val="000B0F53"/>
    <w:rsid w:val="000B3A84"/>
    <w:rsid w:val="000C2CD7"/>
    <w:rsid w:val="000C6717"/>
    <w:rsid w:val="000D2F89"/>
    <w:rsid w:val="000D6AF9"/>
    <w:rsid w:val="000E19CE"/>
    <w:rsid w:val="000E512B"/>
    <w:rsid w:val="00106B6D"/>
    <w:rsid w:val="001255E9"/>
    <w:rsid w:val="001417D2"/>
    <w:rsid w:val="00141840"/>
    <w:rsid w:val="00144661"/>
    <w:rsid w:val="00145FD9"/>
    <w:rsid w:val="0014681E"/>
    <w:rsid w:val="001526A1"/>
    <w:rsid w:val="00155774"/>
    <w:rsid w:val="00166181"/>
    <w:rsid w:val="00183364"/>
    <w:rsid w:val="0018379B"/>
    <w:rsid w:val="001866A8"/>
    <w:rsid w:val="001A06C3"/>
    <w:rsid w:val="001A0CE4"/>
    <w:rsid w:val="001A6291"/>
    <w:rsid w:val="001D0C8A"/>
    <w:rsid w:val="001E1875"/>
    <w:rsid w:val="0020314C"/>
    <w:rsid w:val="00203676"/>
    <w:rsid w:val="00207A0D"/>
    <w:rsid w:val="002139C0"/>
    <w:rsid w:val="00224E48"/>
    <w:rsid w:val="00231732"/>
    <w:rsid w:val="00232188"/>
    <w:rsid w:val="00252329"/>
    <w:rsid w:val="002530EE"/>
    <w:rsid w:val="00257733"/>
    <w:rsid w:val="00271EEC"/>
    <w:rsid w:val="00273634"/>
    <w:rsid w:val="002A0B98"/>
    <w:rsid w:val="002A6A65"/>
    <w:rsid w:val="002B6E29"/>
    <w:rsid w:val="002D070A"/>
    <w:rsid w:val="002E0877"/>
    <w:rsid w:val="002F4EF5"/>
    <w:rsid w:val="002F6F83"/>
    <w:rsid w:val="002F7083"/>
    <w:rsid w:val="00301923"/>
    <w:rsid w:val="003052B2"/>
    <w:rsid w:val="00305B06"/>
    <w:rsid w:val="00322429"/>
    <w:rsid w:val="00322938"/>
    <w:rsid w:val="00324A09"/>
    <w:rsid w:val="003268FA"/>
    <w:rsid w:val="00350F19"/>
    <w:rsid w:val="003510AA"/>
    <w:rsid w:val="0035474B"/>
    <w:rsid w:val="00354BBD"/>
    <w:rsid w:val="003566FB"/>
    <w:rsid w:val="00356DAB"/>
    <w:rsid w:val="0036013B"/>
    <w:rsid w:val="00361C21"/>
    <w:rsid w:val="00361DFB"/>
    <w:rsid w:val="00362863"/>
    <w:rsid w:val="0036467B"/>
    <w:rsid w:val="00377DF2"/>
    <w:rsid w:val="003867AC"/>
    <w:rsid w:val="0038785B"/>
    <w:rsid w:val="003918A2"/>
    <w:rsid w:val="003A4B84"/>
    <w:rsid w:val="003A5B67"/>
    <w:rsid w:val="003C7BF5"/>
    <w:rsid w:val="003D2677"/>
    <w:rsid w:val="003D33F4"/>
    <w:rsid w:val="003D69DE"/>
    <w:rsid w:val="003E1278"/>
    <w:rsid w:val="003E4E6F"/>
    <w:rsid w:val="00406F57"/>
    <w:rsid w:val="004153B6"/>
    <w:rsid w:val="0041674F"/>
    <w:rsid w:val="004171B1"/>
    <w:rsid w:val="00420E8F"/>
    <w:rsid w:val="00424F6A"/>
    <w:rsid w:val="0043393A"/>
    <w:rsid w:val="00443FDE"/>
    <w:rsid w:val="004440A4"/>
    <w:rsid w:val="00447371"/>
    <w:rsid w:val="00452A3F"/>
    <w:rsid w:val="00465094"/>
    <w:rsid w:val="004709EA"/>
    <w:rsid w:val="00471813"/>
    <w:rsid w:val="00474695"/>
    <w:rsid w:val="00475573"/>
    <w:rsid w:val="00486D7A"/>
    <w:rsid w:val="00487BCA"/>
    <w:rsid w:val="004955DB"/>
    <w:rsid w:val="004A0960"/>
    <w:rsid w:val="004B074A"/>
    <w:rsid w:val="004B557D"/>
    <w:rsid w:val="004B5A58"/>
    <w:rsid w:val="004B6B60"/>
    <w:rsid w:val="004C1C42"/>
    <w:rsid w:val="004C5D4D"/>
    <w:rsid w:val="004C7A0A"/>
    <w:rsid w:val="004C7A9E"/>
    <w:rsid w:val="004D0BEB"/>
    <w:rsid w:val="004D52DA"/>
    <w:rsid w:val="004D6900"/>
    <w:rsid w:val="004E0996"/>
    <w:rsid w:val="004E0C96"/>
    <w:rsid w:val="004E1DDF"/>
    <w:rsid w:val="004E4912"/>
    <w:rsid w:val="004E4D43"/>
    <w:rsid w:val="004F08D6"/>
    <w:rsid w:val="004F2015"/>
    <w:rsid w:val="004F5C7B"/>
    <w:rsid w:val="00500EE8"/>
    <w:rsid w:val="00501756"/>
    <w:rsid w:val="00507218"/>
    <w:rsid w:val="005179F2"/>
    <w:rsid w:val="00522E67"/>
    <w:rsid w:val="00525ABD"/>
    <w:rsid w:val="00534EC2"/>
    <w:rsid w:val="00535A3C"/>
    <w:rsid w:val="00546B6A"/>
    <w:rsid w:val="00557144"/>
    <w:rsid w:val="005627F3"/>
    <w:rsid w:val="00566C52"/>
    <w:rsid w:val="00571BF2"/>
    <w:rsid w:val="00574455"/>
    <w:rsid w:val="00574E5D"/>
    <w:rsid w:val="00576EBD"/>
    <w:rsid w:val="00592740"/>
    <w:rsid w:val="005A1090"/>
    <w:rsid w:val="005C38B4"/>
    <w:rsid w:val="005C5021"/>
    <w:rsid w:val="005E0404"/>
    <w:rsid w:val="005E0C7D"/>
    <w:rsid w:val="005F1F07"/>
    <w:rsid w:val="005F2166"/>
    <w:rsid w:val="005F2D41"/>
    <w:rsid w:val="005F3FC0"/>
    <w:rsid w:val="00606971"/>
    <w:rsid w:val="0060741B"/>
    <w:rsid w:val="00622DE8"/>
    <w:rsid w:val="0063399A"/>
    <w:rsid w:val="00635FFF"/>
    <w:rsid w:val="00643E8D"/>
    <w:rsid w:val="00644C93"/>
    <w:rsid w:val="0065576F"/>
    <w:rsid w:val="00656BC1"/>
    <w:rsid w:val="006634FC"/>
    <w:rsid w:val="00664DB5"/>
    <w:rsid w:val="00664E08"/>
    <w:rsid w:val="006852F4"/>
    <w:rsid w:val="00686AEB"/>
    <w:rsid w:val="00687EBF"/>
    <w:rsid w:val="0069689D"/>
    <w:rsid w:val="006974A3"/>
    <w:rsid w:val="006A0C88"/>
    <w:rsid w:val="006A1B1E"/>
    <w:rsid w:val="006C5DD5"/>
    <w:rsid w:val="006D2033"/>
    <w:rsid w:val="006D2C8B"/>
    <w:rsid w:val="006D67D4"/>
    <w:rsid w:val="006E7CD8"/>
    <w:rsid w:val="006F4740"/>
    <w:rsid w:val="006F60EE"/>
    <w:rsid w:val="007117E2"/>
    <w:rsid w:val="00720BCB"/>
    <w:rsid w:val="007258FD"/>
    <w:rsid w:val="0072620B"/>
    <w:rsid w:val="0072758A"/>
    <w:rsid w:val="007309FE"/>
    <w:rsid w:val="00733F08"/>
    <w:rsid w:val="00740D49"/>
    <w:rsid w:val="00741BB4"/>
    <w:rsid w:val="0074330B"/>
    <w:rsid w:val="007502A0"/>
    <w:rsid w:val="00760D26"/>
    <w:rsid w:val="00761795"/>
    <w:rsid w:val="00773CF9"/>
    <w:rsid w:val="007852AA"/>
    <w:rsid w:val="00792D6C"/>
    <w:rsid w:val="007B0972"/>
    <w:rsid w:val="007B1BD7"/>
    <w:rsid w:val="007C0085"/>
    <w:rsid w:val="007C41AD"/>
    <w:rsid w:val="007D17E0"/>
    <w:rsid w:val="007D196F"/>
    <w:rsid w:val="007D7140"/>
    <w:rsid w:val="007E4CA7"/>
    <w:rsid w:val="007E77E2"/>
    <w:rsid w:val="007F0625"/>
    <w:rsid w:val="007F47D8"/>
    <w:rsid w:val="007F7295"/>
    <w:rsid w:val="007F7B82"/>
    <w:rsid w:val="008023FC"/>
    <w:rsid w:val="00816CB1"/>
    <w:rsid w:val="008220FF"/>
    <w:rsid w:val="008265C4"/>
    <w:rsid w:val="00826716"/>
    <w:rsid w:val="00830026"/>
    <w:rsid w:val="0083142A"/>
    <w:rsid w:val="00833FDF"/>
    <w:rsid w:val="00835B2E"/>
    <w:rsid w:val="00836433"/>
    <w:rsid w:val="00842656"/>
    <w:rsid w:val="00853B15"/>
    <w:rsid w:val="00863160"/>
    <w:rsid w:val="008770E3"/>
    <w:rsid w:val="00881A9A"/>
    <w:rsid w:val="00895A16"/>
    <w:rsid w:val="008A11CD"/>
    <w:rsid w:val="008A500D"/>
    <w:rsid w:val="008A6784"/>
    <w:rsid w:val="008B3323"/>
    <w:rsid w:val="008B4280"/>
    <w:rsid w:val="008B6A0D"/>
    <w:rsid w:val="008C737A"/>
    <w:rsid w:val="008D07E0"/>
    <w:rsid w:val="008F1BBA"/>
    <w:rsid w:val="008F47F1"/>
    <w:rsid w:val="008F5476"/>
    <w:rsid w:val="008F5B94"/>
    <w:rsid w:val="009040C5"/>
    <w:rsid w:val="00905C50"/>
    <w:rsid w:val="00905DF1"/>
    <w:rsid w:val="009215F7"/>
    <w:rsid w:val="009219D3"/>
    <w:rsid w:val="0092594E"/>
    <w:rsid w:val="009311C9"/>
    <w:rsid w:val="00932781"/>
    <w:rsid w:val="00937167"/>
    <w:rsid w:val="009454CA"/>
    <w:rsid w:val="00954962"/>
    <w:rsid w:val="0095712E"/>
    <w:rsid w:val="0095778E"/>
    <w:rsid w:val="0096597C"/>
    <w:rsid w:val="009767B7"/>
    <w:rsid w:val="009837B0"/>
    <w:rsid w:val="00984D39"/>
    <w:rsid w:val="009B2F34"/>
    <w:rsid w:val="009B4BFD"/>
    <w:rsid w:val="009C15EB"/>
    <w:rsid w:val="009C1907"/>
    <w:rsid w:val="009C2E7B"/>
    <w:rsid w:val="009C463D"/>
    <w:rsid w:val="009D6DF4"/>
    <w:rsid w:val="00A0142E"/>
    <w:rsid w:val="00A05C2D"/>
    <w:rsid w:val="00A1573E"/>
    <w:rsid w:val="00A1736B"/>
    <w:rsid w:val="00A26F0D"/>
    <w:rsid w:val="00A3073B"/>
    <w:rsid w:val="00A31E49"/>
    <w:rsid w:val="00A47D05"/>
    <w:rsid w:val="00A5231B"/>
    <w:rsid w:val="00A55736"/>
    <w:rsid w:val="00A57057"/>
    <w:rsid w:val="00A75E2B"/>
    <w:rsid w:val="00A8023A"/>
    <w:rsid w:val="00A85207"/>
    <w:rsid w:val="00A9025D"/>
    <w:rsid w:val="00A94E84"/>
    <w:rsid w:val="00AA064C"/>
    <w:rsid w:val="00AA32CA"/>
    <w:rsid w:val="00AB30C6"/>
    <w:rsid w:val="00AB5901"/>
    <w:rsid w:val="00AC65E8"/>
    <w:rsid w:val="00AE392A"/>
    <w:rsid w:val="00AE4A20"/>
    <w:rsid w:val="00AF3B61"/>
    <w:rsid w:val="00AF4E36"/>
    <w:rsid w:val="00B0203F"/>
    <w:rsid w:val="00B10A5B"/>
    <w:rsid w:val="00B10F0B"/>
    <w:rsid w:val="00B11762"/>
    <w:rsid w:val="00B14786"/>
    <w:rsid w:val="00B16411"/>
    <w:rsid w:val="00B46E44"/>
    <w:rsid w:val="00B53F52"/>
    <w:rsid w:val="00B57797"/>
    <w:rsid w:val="00B73502"/>
    <w:rsid w:val="00B74F93"/>
    <w:rsid w:val="00B75A91"/>
    <w:rsid w:val="00B8580E"/>
    <w:rsid w:val="00B920B4"/>
    <w:rsid w:val="00B92E4A"/>
    <w:rsid w:val="00B978A0"/>
    <w:rsid w:val="00BA3437"/>
    <w:rsid w:val="00BA53C0"/>
    <w:rsid w:val="00BC0248"/>
    <w:rsid w:val="00BC3718"/>
    <w:rsid w:val="00BC4224"/>
    <w:rsid w:val="00BD3631"/>
    <w:rsid w:val="00BE6B06"/>
    <w:rsid w:val="00C01040"/>
    <w:rsid w:val="00C23460"/>
    <w:rsid w:val="00C243CB"/>
    <w:rsid w:val="00C247A4"/>
    <w:rsid w:val="00C54A01"/>
    <w:rsid w:val="00C61CC1"/>
    <w:rsid w:val="00C643AA"/>
    <w:rsid w:val="00C72F59"/>
    <w:rsid w:val="00C82ABA"/>
    <w:rsid w:val="00C87021"/>
    <w:rsid w:val="00C966EB"/>
    <w:rsid w:val="00C96FDA"/>
    <w:rsid w:val="00CA126F"/>
    <w:rsid w:val="00CB5B76"/>
    <w:rsid w:val="00CC0729"/>
    <w:rsid w:val="00CD1B06"/>
    <w:rsid w:val="00D00FDA"/>
    <w:rsid w:val="00D1571E"/>
    <w:rsid w:val="00D17EB9"/>
    <w:rsid w:val="00D22D52"/>
    <w:rsid w:val="00D22E6D"/>
    <w:rsid w:val="00D2388D"/>
    <w:rsid w:val="00D2588C"/>
    <w:rsid w:val="00D30446"/>
    <w:rsid w:val="00D65837"/>
    <w:rsid w:val="00D72D3E"/>
    <w:rsid w:val="00D87C13"/>
    <w:rsid w:val="00D92EB2"/>
    <w:rsid w:val="00D92FF0"/>
    <w:rsid w:val="00DA52EB"/>
    <w:rsid w:val="00DB3A2C"/>
    <w:rsid w:val="00DC125B"/>
    <w:rsid w:val="00DC64E3"/>
    <w:rsid w:val="00DD3542"/>
    <w:rsid w:val="00DD4750"/>
    <w:rsid w:val="00DD6B53"/>
    <w:rsid w:val="00DE4B19"/>
    <w:rsid w:val="00DF6B09"/>
    <w:rsid w:val="00E0503E"/>
    <w:rsid w:val="00E13AC4"/>
    <w:rsid w:val="00E13F72"/>
    <w:rsid w:val="00E20CA7"/>
    <w:rsid w:val="00E31983"/>
    <w:rsid w:val="00E337AC"/>
    <w:rsid w:val="00E45089"/>
    <w:rsid w:val="00E476A9"/>
    <w:rsid w:val="00E47C3A"/>
    <w:rsid w:val="00E57B03"/>
    <w:rsid w:val="00E57B4A"/>
    <w:rsid w:val="00E610B5"/>
    <w:rsid w:val="00E75083"/>
    <w:rsid w:val="00E84A92"/>
    <w:rsid w:val="00E92290"/>
    <w:rsid w:val="00EA238A"/>
    <w:rsid w:val="00EC5929"/>
    <w:rsid w:val="00EC7651"/>
    <w:rsid w:val="00ED465F"/>
    <w:rsid w:val="00EF10A8"/>
    <w:rsid w:val="00F014D5"/>
    <w:rsid w:val="00F040A1"/>
    <w:rsid w:val="00F0521E"/>
    <w:rsid w:val="00F05871"/>
    <w:rsid w:val="00F12B61"/>
    <w:rsid w:val="00F14091"/>
    <w:rsid w:val="00F156A6"/>
    <w:rsid w:val="00F16FA5"/>
    <w:rsid w:val="00F313D5"/>
    <w:rsid w:val="00F37CE0"/>
    <w:rsid w:val="00F43515"/>
    <w:rsid w:val="00F4532F"/>
    <w:rsid w:val="00F47942"/>
    <w:rsid w:val="00F74BCB"/>
    <w:rsid w:val="00F810FB"/>
    <w:rsid w:val="00F90FE9"/>
    <w:rsid w:val="00F92C9C"/>
    <w:rsid w:val="00FA2C66"/>
    <w:rsid w:val="00FB2902"/>
    <w:rsid w:val="00FB300F"/>
    <w:rsid w:val="00FB5879"/>
    <w:rsid w:val="00FC0D5B"/>
    <w:rsid w:val="00FC4327"/>
    <w:rsid w:val="00FC7C46"/>
    <w:rsid w:val="00FD7B50"/>
    <w:rsid w:val="00FF0E4F"/>
    <w:rsid w:val="00FF2AD0"/>
    <w:rsid w:val="00FF2D6A"/>
    <w:rsid w:val="00FF40FC"/>
    <w:rsid w:val="00FF6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C18BF"/>
  <w15:docId w15:val="{16067610-2441-44BC-A585-A9237B63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A05C2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3">
    <w:name w:val="List Paragraph"/>
    <w:basedOn w:val="a"/>
    <w:uiPriority w:val="34"/>
    <w:qFormat/>
    <w:rsid w:val="00E050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rsid w:val="00AE39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E392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16411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  <w:style w:type="table" w:styleId="a6">
    <w:name w:val="Table Grid"/>
    <w:basedOn w:val="a1"/>
    <w:uiPriority w:val="59"/>
    <w:rsid w:val="00B16411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6C5DD5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7">
    <w:name w:val="Normal (Web)"/>
    <w:basedOn w:val="a"/>
    <w:uiPriority w:val="99"/>
    <w:unhideWhenUsed/>
    <w:rsid w:val="002F4EF5"/>
    <w:pPr>
      <w:spacing w:before="100" w:beforeAutospacing="1" w:after="100" w:afterAutospacing="1"/>
    </w:pPr>
    <w:rPr>
      <w:sz w:val="24"/>
      <w:szCs w:val="24"/>
    </w:rPr>
  </w:style>
  <w:style w:type="table" w:customStyle="1" w:styleId="10">
    <w:name w:val="Сетка таблицы1"/>
    <w:basedOn w:val="a1"/>
    <w:next w:val="a6"/>
    <w:uiPriority w:val="59"/>
    <w:rsid w:val="00826716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8">
    <w:name w:val="Таблица"/>
    <w:basedOn w:val="a"/>
    <w:next w:val="a"/>
    <w:link w:val="a9"/>
    <w:qFormat/>
    <w:rsid w:val="006974A3"/>
    <w:pPr>
      <w:jc w:val="center"/>
    </w:pPr>
    <w:rPr>
      <w:rFonts w:eastAsia="Calibri"/>
      <w:lang w:val="x-none" w:eastAsia="x-none"/>
    </w:rPr>
  </w:style>
  <w:style w:type="character" w:customStyle="1" w:styleId="a9">
    <w:name w:val="Таблица Знак"/>
    <w:aliases w:val="Без интервала Знак,Основной Знак,14Без отступа Знак,Без отступа Знак"/>
    <w:link w:val="a8"/>
    <w:rsid w:val="006974A3"/>
    <w:rPr>
      <w:rFonts w:eastAsia="Calibr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conom17\Desktop\&#1052;&#1086;&#1080;%20&#1076;&#1086;&#1082;&#1091;&#1084;&#1077;&#1085;&#1090;&#1099;\&#1055;&#1054;&#1057;&#1058;&#1040;&#1053;&#1054;&#1042;&#1051;&#1045;&#1053;&#1048;&#1071;\&#1055;&#1086;&#1089;&#1090;&#1072;&#1085;&#1086;&#1074;&#1083;&#1077;&#1085;&#1080;&#1077;%20&#1086;%20&#1074;&#1099;&#1076;&#1077;&#1083;&#1077;&#1085;&#1080;&#1080;%20&#1089;&#1088;&#1077;&#1076;&#1089;&#1090;&#107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88E6D-B7D6-4427-A40A-6A35D23DA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о выделении средств</Template>
  <TotalTime>65</TotalTime>
  <Pages>3</Pages>
  <Words>395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2024-08-26T10:07:00Z</cp:lastPrinted>
  <dcterms:created xsi:type="dcterms:W3CDTF">2024-08-26T10:01:00Z</dcterms:created>
  <dcterms:modified xsi:type="dcterms:W3CDTF">2024-08-26T12:40:00Z</dcterms:modified>
</cp:coreProperties>
</file>