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59" w:rsidRPr="00620E1B" w:rsidRDefault="00CE1359" w:rsidP="0048728C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48728C" w:rsidRPr="00620E1B" w:rsidRDefault="0048728C" w:rsidP="0048728C">
      <w:pPr>
        <w:spacing w:after="0"/>
        <w:rPr>
          <w:vanish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4"/>
      </w:tblGrid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8728C" w:rsidRPr="00620E1B" w:rsidTr="00320D6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620E1B">
                    <w:rPr>
                      <w:rFonts w:ascii="Times New Roman" w:hAnsi="Times New Roman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48728C" w:rsidRPr="00620E1B" w:rsidTr="00320D6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20E1B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8728C" w:rsidRPr="00620E1B" w:rsidRDefault="0048728C" w:rsidP="00487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48728C" w:rsidRPr="00620E1B" w:rsidTr="0048728C">
        <w:trPr>
          <w:trHeight w:val="20"/>
          <w:jc w:val="center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Полное наименование индивидуального предпринимателя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ОГРНИП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20E1B">
              <w:rPr>
                <w:rFonts w:ascii="Times New Roman" w:hAnsi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регистрации заявителя /</w:t>
            </w:r>
          </w:p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43F57" w:rsidRPr="00620E1B" w:rsidRDefault="0048728C" w:rsidP="0024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заявителя /</w:t>
            </w:r>
            <w:r w:rsidR="00243F57" w:rsidRPr="00620E1B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</w:p>
          <w:p w:rsidR="0048728C" w:rsidRPr="00620E1B" w:rsidRDefault="0048728C" w:rsidP="0024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D655EA" w:rsidRPr="00620E1B" w:rsidRDefault="00D655EA" w:rsidP="0048728C">
      <w:pPr>
        <w:spacing w:after="0" w:line="240" w:lineRule="auto"/>
        <w:jc w:val="center"/>
        <w:rPr>
          <w:rFonts w:ascii="Times New Roman" w:hAnsi="Times New Roman"/>
        </w:rPr>
      </w:pPr>
    </w:p>
    <w:p w:rsidR="0048728C" w:rsidRPr="00620E1B" w:rsidRDefault="0048728C" w:rsidP="0048728C">
      <w:pPr>
        <w:spacing w:after="0" w:line="240" w:lineRule="auto"/>
        <w:jc w:val="center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ЗАЯВЛЕНИЕ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Прошу выдать копии архивных документов, подтверждающих право на владение земельным участком____________________________________________________________</w:t>
      </w:r>
    </w:p>
    <w:p w:rsidR="0048728C" w:rsidRPr="00620E1B" w:rsidRDefault="0048728C" w:rsidP="0048728C">
      <w:pPr>
        <w:spacing w:after="0" w:line="240" w:lineRule="auto"/>
        <w:ind w:left="-142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_____________________________________________________________________________,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      (наименование юридического лица)</w:t>
      </w:r>
    </w:p>
    <w:p w:rsidR="0048728C" w:rsidRPr="00620E1B" w:rsidRDefault="0048728C" w:rsidP="0048728C">
      <w:pPr>
        <w:spacing w:after="0" w:line="240" w:lineRule="auto"/>
        <w:ind w:left="-142"/>
        <w:jc w:val="both"/>
        <w:rPr>
          <w:rFonts w:ascii="Times New Roman" w:hAnsi="Times New Roman"/>
        </w:rPr>
      </w:pPr>
      <w:proofErr w:type="gramStart"/>
      <w:r w:rsidRPr="00620E1B">
        <w:rPr>
          <w:rFonts w:ascii="Times New Roman" w:hAnsi="Times New Roman"/>
        </w:rPr>
        <w:t>находящимся</w:t>
      </w:r>
      <w:proofErr w:type="gramEnd"/>
      <w:r w:rsidRPr="00620E1B">
        <w:rPr>
          <w:rFonts w:ascii="Times New Roman" w:hAnsi="Times New Roman"/>
        </w:rPr>
        <w:t xml:space="preserve">  по адресу ________________________________________________________</w:t>
      </w:r>
    </w:p>
    <w:p w:rsidR="0048728C" w:rsidRPr="00620E1B" w:rsidRDefault="0048728C" w:rsidP="0048728C">
      <w:pPr>
        <w:spacing w:after="0" w:line="240" w:lineRule="auto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      (указать местонахождение земельного участка)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Сведения о земельном участке (при наличии):</w:t>
      </w:r>
    </w:p>
    <w:p w:rsidR="0048728C" w:rsidRPr="00620E1B" w:rsidRDefault="0048728C" w:rsidP="0048728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Кадастровый номер земельного участка 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Площадь земельного участка 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Документ о выдаче земельного участка (номер, дата)__________________________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__________________________________________________________________________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br w:type="page"/>
            </w: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Вид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D65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8728C" w:rsidRPr="00620E1B" w:rsidRDefault="0048728C" w:rsidP="0048728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8728C" w:rsidRPr="00620E1B" w:rsidTr="0048728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c>
          <w:tcPr>
            <w:tcW w:w="3190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Подпись/ФИО</w:t>
            </w:r>
          </w:p>
        </w:tc>
      </w:tr>
    </w:tbl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sectPr w:rsidR="00620E1B" w:rsidSect="00D655EA">
      <w:pgSz w:w="11906" w:h="16838"/>
      <w:pgMar w:top="73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715" w:rsidRDefault="00953715" w:rsidP="00506B62">
      <w:pPr>
        <w:spacing w:after="0" w:line="240" w:lineRule="auto"/>
      </w:pPr>
      <w:r>
        <w:separator/>
      </w:r>
    </w:p>
  </w:endnote>
  <w:endnote w:type="continuationSeparator" w:id="0">
    <w:p w:rsidR="00953715" w:rsidRDefault="00953715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715" w:rsidRDefault="00953715" w:rsidP="00506B62">
      <w:pPr>
        <w:spacing w:after="0" w:line="240" w:lineRule="auto"/>
      </w:pPr>
      <w:r>
        <w:separator/>
      </w:r>
    </w:p>
  </w:footnote>
  <w:footnote w:type="continuationSeparator" w:id="0">
    <w:p w:rsidR="00953715" w:rsidRDefault="00953715" w:rsidP="00506B62">
      <w:pPr>
        <w:spacing w:after="0" w:line="240" w:lineRule="auto"/>
      </w:pPr>
      <w:r>
        <w:continuationSeparator/>
      </w:r>
    </w:p>
  </w:footnote>
  <w:footnote w:id="1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4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3E807C6"/>
    <w:multiLevelType w:val="hybridMultilevel"/>
    <w:tmpl w:val="ED22C00E"/>
    <w:lvl w:ilvl="0" w:tplc="FD22A31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2B75FA6"/>
    <w:multiLevelType w:val="hybridMultilevel"/>
    <w:tmpl w:val="983E2D2A"/>
    <w:lvl w:ilvl="0" w:tplc="04DA70E6">
      <w:start w:val="1"/>
      <w:numFmt w:val="decimal"/>
      <w:lvlText w:val="%1)"/>
      <w:lvlJc w:val="left"/>
      <w:pPr>
        <w:ind w:left="1353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D6D40E9"/>
    <w:multiLevelType w:val="hybridMultilevel"/>
    <w:tmpl w:val="F7B0AE48"/>
    <w:lvl w:ilvl="0" w:tplc="FD86AB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724DF0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12"/>
  </w:num>
  <w:num w:numId="5">
    <w:abstractNumId w:val="9"/>
  </w:num>
  <w:num w:numId="6">
    <w:abstractNumId w:val="13"/>
  </w:num>
  <w:num w:numId="7">
    <w:abstractNumId w:val="4"/>
  </w:num>
  <w:num w:numId="8">
    <w:abstractNumId w:val="36"/>
  </w:num>
  <w:num w:numId="9">
    <w:abstractNumId w:val="24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5"/>
  </w:num>
  <w:num w:numId="14">
    <w:abstractNumId w:val="29"/>
  </w:num>
  <w:num w:numId="15">
    <w:abstractNumId w:val="15"/>
  </w:num>
  <w:num w:numId="16">
    <w:abstractNumId w:val="16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6"/>
  </w:num>
  <w:num w:numId="22">
    <w:abstractNumId w:val="19"/>
  </w:num>
  <w:num w:numId="23">
    <w:abstractNumId w:val="21"/>
  </w:num>
  <w:num w:numId="24">
    <w:abstractNumId w:val="17"/>
  </w:num>
  <w:num w:numId="25">
    <w:abstractNumId w:val="35"/>
  </w:num>
  <w:num w:numId="26">
    <w:abstractNumId w:val="8"/>
  </w:num>
  <w:num w:numId="27">
    <w:abstractNumId w:val="1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30"/>
  </w:num>
  <w:num w:numId="32">
    <w:abstractNumId w:val="10"/>
  </w:num>
  <w:num w:numId="33">
    <w:abstractNumId w:val="27"/>
  </w:num>
  <w:num w:numId="34">
    <w:abstractNumId w:val="0"/>
  </w:num>
  <w:num w:numId="35">
    <w:abstractNumId w:val="20"/>
  </w:num>
  <w:num w:numId="36">
    <w:abstractNumId w:val="28"/>
  </w:num>
  <w:num w:numId="37">
    <w:abstractNumId w:val="34"/>
  </w:num>
  <w:num w:numId="38">
    <w:abstractNumId w:val="1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359"/>
    <w:rsid w:val="00000F27"/>
    <w:rsid w:val="00001F34"/>
    <w:rsid w:val="00002CDF"/>
    <w:rsid w:val="000030F0"/>
    <w:rsid w:val="000039FB"/>
    <w:rsid w:val="00003F68"/>
    <w:rsid w:val="00005696"/>
    <w:rsid w:val="0000671C"/>
    <w:rsid w:val="0000689D"/>
    <w:rsid w:val="0000694C"/>
    <w:rsid w:val="0000721F"/>
    <w:rsid w:val="00007533"/>
    <w:rsid w:val="00007A45"/>
    <w:rsid w:val="00010A41"/>
    <w:rsid w:val="00010C7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30F9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1266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EB4"/>
    <w:rsid w:val="000A6FA9"/>
    <w:rsid w:val="000B12B9"/>
    <w:rsid w:val="000B12D4"/>
    <w:rsid w:val="000B2FF8"/>
    <w:rsid w:val="000B4313"/>
    <w:rsid w:val="000B51A3"/>
    <w:rsid w:val="000B5A64"/>
    <w:rsid w:val="000B64D5"/>
    <w:rsid w:val="000B6804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28B2"/>
    <w:rsid w:val="000D2AC1"/>
    <w:rsid w:val="000D4D49"/>
    <w:rsid w:val="000D4E33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1D43"/>
    <w:rsid w:val="0010225B"/>
    <w:rsid w:val="001024FA"/>
    <w:rsid w:val="001031C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BE8"/>
    <w:rsid w:val="00147A74"/>
    <w:rsid w:val="00147F65"/>
    <w:rsid w:val="001507D7"/>
    <w:rsid w:val="00150AE1"/>
    <w:rsid w:val="00151E67"/>
    <w:rsid w:val="00152279"/>
    <w:rsid w:val="00154D23"/>
    <w:rsid w:val="00155B21"/>
    <w:rsid w:val="00157D65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52A"/>
    <w:rsid w:val="00183062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2B17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7AD4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BBA"/>
    <w:rsid w:val="001F5EE6"/>
    <w:rsid w:val="001F60D8"/>
    <w:rsid w:val="001F6125"/>
    <w:rsid w:val="001F6C7B"/>
    <w:rsid w:val="00200127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CA4"/>
    <w:rsid w:val="00216B23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25"/>
    <w:rsid w:val="00240C7D"/>
    <w:rsid w:val="00241B93"/>
    <w:rsid w:val="00243F57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5F9"/>
    <w:rsid w:val="00255A63"/>
    <w:rsid w:val="00255A8E"/>
    <w:rsid w:val="00256159"/>
    <w:rsid w:val="002579FB"/>
    <w:rsid w:val="00257AB0"/>
    <w:rsid w:val="002606D8"/>
    <w:rsid w:val="00261892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1C0C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35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D6F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964"/>
    <w:rsid w:val="0034347A"/>
    <w:rsid w:val="00343B32"/>
    <w:rsid w:val="00346410"/>
    <w:rsid w:val="003467D6"/>
    <w:rsid w:val="0034750C"/>
    <w:rsid w:val="00347A92"/>
    <w:rsid w:val="00347DD9"/>
    <w:rsid w:val="0035027A"/>
    <w:rsid w:val="00350876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2C0"/>
    <w:rsid w:val="00390611"/>
    <w:rsid w:val="003906E8"/>
    <w:rsid w:val="00391934"/>
    <w:rsid w:val="0039370D"/>
    <w:rsid w:val="0039734B"/>
    <w:rsid w:val="003A4F0C"/>
    <w:rsid w:val="003A56CD"/>
    <w:rsid w:val="003A6278"/>
    <w:rsid w:val="003A7A2F"/>
    <w:rsid w:val="003B0194"/>
    <w:rsid w:val="003B0F04"/>
    <w:rsid w:val="003B0FFF"/>
    <w:rsid w:val="003B15B5"/>
    <w:rsid w:val="003B2C40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810"/>
    <w:rsid w:val="003D7A6C"/>
    <w:rsid w:val="003D7B1A"/>
    <w:rsid w:val="003E0B13"/>
    <w:rsid w:val="003E1180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6AEC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4685"/>
    <w:rsid w:val="004047FC"/>
    <w:rsid w:val="004055FF"/>
    <w:rsid w:val="00406E42"/>
    <w:rsid w:val="00410237"/>
    <w:rsid w:val="00411CA1"/>
    <w:rsid w:val="004123C8"/>
    <w:rsid w:val="004135EA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0"/>
    <w:rsid w:val="00433B9C"/>
    <w:rsid w:val="0043489B"/>
    <w:rsid w:val="00442990"/>
    <w:rsid w:val="00442E85"/>
    <w:rsid w:val="00443D52"/>
    <w:rsid w:val="004448BE"/>
    <w:rsid w:val="00446AA8"/>
    <w:rsid w:val="00446F80"/>
    <w:rsid w:val="0045083D"/>
    <w:rsid w:val="004518C4"/>
    <w:rsid w:val="0045225D"/>
    <w:rsid w:val="004522C1"/>
    <w:rsid w:val="00452499"/>
    <w:rsid w:val="00452645"/>
    <w:rsid w:val="0045268C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28C"/>
    <w:rsid w:val="004879CE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B62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12ED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E7C"/>
    <w:rsid w:val="005A3ECE"/>
    <w:rsid w:val="005A492F"/>
    <w:rsid w:val="005A5891"/>
    <w:rsid w:val="005A5C9B"/>
    <w:rsid w:val="005A5CB4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D6A"/>
    <w:rsid w:val="005E26FF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682"/>
    <w:rsid w:val="00617DA6"/>
    <w:rsid w:val="00617F5B"/>
    <w:rsid w:val="00617F86"/>
    <w:rsid w:val="00620DAE"/>
    <w:rsid w:val="00620E1B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4B4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D26"/>
    <w:rsid w:val="00673E34"/>
    <w:rsid w:val="006746E5"/>
    <w:rsid w:val="00674CAB"/>
    <w:rsid w:val="0067636A"/>
    <w:rsid w:val="00676BEB"/>
    <w:rsid w:val="00677757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D65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979"/>
    <w:rsid w:val="006B4D66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44A9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0F2"/>
    <w:rsid w:val="00723D17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5F2E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29DD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4D7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1A28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767FF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549C"/>
    <w:rsid w:val="008B62FB"/>
    <w:rsid w:val="008B782E"/>
    <w:rsid w:val="008C0EA2"/>
    <w:rsid w:val="008C1BE9"/>
    <w:rsid w:val="008C1F7B"/>
    <w:rsid w:val="008C47F2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5913"/>
    <w:rsid w:val="008F01C7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715"/>
    <w:rsid w:val="00954415"/>
    <w:rsid w:val="0095478C"/>
    <w:rsid w:val="00956BB2"/>
    <w:rsid w:val="00960592"/>
    <w:rsid w:val="00960740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996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98C"/>
    <w:rsid w:val="009E5509"/>
    <w:rsid w:val="009E6672"/>
    <w:rsid w:val="009F01B5"/>
    <w:rsid w:val="009F08A6"/>
    <w:rsid w:val="009F0EC3"/>
    <w:rsid w:val="009F0F01"/>
    <w:rsid w:val="009F169B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4F42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3A0"/>
    <w:rsid w:val="00A74644"/>
    <w:rsid w:val="00A750BA"/>
    <w:rsid w:val="00A75D0A"/>
    <w:rsid w:val="00A75E73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52A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161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6888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9F0"/>
    <w:rsid w:val="00AF0ED2"/>
    <w:rsid w:val="00AF5BE4"/>
    <w:rsid w:val="00AF6199"/>
    <w:rsid w:val="00AF61C4"/>
    <w:rsid w:val="00AF6896"/>
    <w:rsid w:val="00AF72A2"/>
    <w:rsid w:val="00B04C8A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952"/>
    <w:rsid w:val="00B42A17"/>
    <w:rsid w:val="00B42CCC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0EE1"/>
    <w:rsid w:val="00BA40B2"/>
    <w:rsid w:val="00BA448F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2FA1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44D"/>
    <w:rsid w:val="00C34A1D"/>
    <w:rsid w:val="00C3621D"/>
    <w:rsid w:val="00C3694C"/>
    <w:rsid w:val="00C36CDA"/>
    <w:rsid w:val="00C36F57"/>
    <w:rsid w:val="00C36FD0"/>
    <w:rsid w:val="00C401FF"/>
    <w:rsid w:val="00C407BA"/>
    <w:rsid w:val="00C423B2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A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143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1359"/>
    <w:rsid w:val="00CE1DE2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17084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6737"/>
    <w:rsid w:val="00D478F0"/>
    <w:rsid w:val="00D500ED"/>
    <w:rsid w:val="00D513ED"/>
    <w:rsid w:val="00D52744"/>
    <w:rsid w:val="00D531DF"/>
    <w:rsid w:val="00D533A8"/>
    <w:rsid w:val="00D54161"/>
    <w:rsid w:val="00D54C54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5EA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9CD"/>
    <w:rsid w:val="00D75D85"/>
    <w:rsid w:val="00D7646C"/>
    <w:rsid w:val="00D764F6"/>
    <w:rsid w:val="00D7695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6C3A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B70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C7F9D"/>
    <w:rsid w:val="00DD067F"/>
    <w:rsid w:val="00DD1939"/>
    <w:rsid w:val="00DD1A2F"/>
    <w:rsid w:val="00DD26E5"/>
    <w:rsid w:val="00DD4754"/>
    <w:rsid w:val="00DD5FD4"/>
    <w:rsid w:val="00DD7965"/>
    <w:rsid w:val="00DE1470"/>
    <w:rsid w:val="00DE2385"/>
    <w:rsid w:val="00DE3B22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8D3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3B76"/>
    <w:rsid w:val="00E541C0"/>
    <w:rsid w:val="00E54A43"/>
    <w:rsid w:val="00E5524B"/>
    <w:rsid w:val="00E5571F"/>
    <w:rsid w:val="00E560B2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1E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507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D0C"/>
    <w:rsid w:val="00F22616"/>
    <w:rsid w:val="00F22A0C"/>
    <w:rsid w:val="00F25D32"/>
    <w:rsid w:val="00F26C3B"/>
    <w:rsid w:val="00F2760B"/>
    <w:rsid w:val="00F27B48"/>
    <w:rsid w:val="00F3211B"/>
    <w:rsid w:val="00F35DE8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2DEA"/>
    <w:rsid w:val="00F54A80"/>
    <w:rsid w:val="00F54CAE"/>
    <w:rsid w:val="00F56FC0"/>
    <w:rsid w:val="00F576DE"/>
    <w:rsid w:val="00F60C1D"/>
    <w:rsid w:val="00F610F3"/>
    <w:rsid w:val="00F611EA"/>
    <w:rsid w:val="00F61D3B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07A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E7ACC"/>
    <w:rsid w:val="00FE7EBB"/>
    <w:rsid w:val="00FF1942"/>
    <w:rsid w:val="00FF274F"/>
    <w:rsid w:val="00FF2DA5"/>
    <w:rsid w:val="00FF3191"/>
    <w:rsid w:val="00FF3C35"/>
    <w:rsid w:val="00FF3F7A"/>
    <w:rsid w:val="00FF50D1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7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2C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3902C0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506B62"/>
    <w:rPr>
      <w:rFonts w:ascii="Cambria" w:eastAsia="SimSun" w:hAnsi="Cambria" w:cs="Times New Roman"/>
      <w:b/>
      <w:color w:val="4F81BD"/>
      <w:sz w:val="24"/>
      <w:lang w:eastAsia="zh-CN"/>
    </w:rPr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Times New Roman"/>
      <w:sz w:val="26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hAnsi="Arial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06B62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06B62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506B62"/>
    <w:pPr>
      <w:ind w:left="720"/>
    </w:pPr>
    <w:rPr>
      <w:rFonts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06B62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06B62"/>
    <w:rPr>
      <w:rFonts w:ascii="Tahoma" w:hAnsi="Tahoma" w:cs="Times New Roman"/>
      <w:sz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506B62"/>
    <w:rPr>
      <w:rFonts w:ascii="Calibri" w:hAnsi="Calibri" w:cs="Times New Roman"/>
      <w:sz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506B62"/>
    <w:rPr>
      <w:rFonts w:ascii="Calibri" w:hAnsi="Calibri" w:cs="Times New Roman"/>
      <w:b/>
      <w:sz w:val="20"/>
      <w:lang w:eastAsia="ru-RU"/>
    </w:rPr>
  </w:style>
  <w:style w:type="paragraph" w:styleId="af2">
    <w:name w:val="Revision"/>
    <w:hidden/>
    <w:uiPriority w:val="99"/>
    <w:semiHidden/>
    <w:rsid w:val="00506B62"/>
    <w:rPr>
      <w:rFonts w:ascii="Times New Roman" w:hAnsi="Times New Roman" w:cs="Times New Roman"/>
      <w:sz w:val="28"/>
      <w:szCs w:val="22"/>
      <w:lang w:eastAsia="en-US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/>
      <w:sz w:val="20"/>
      <w:lang w:eastAsia="ru-RU"/>
    </w:rPr>
  </w:style>
  <w:style w:type="paragraph" w:styleId="af5">
    <w:name w:val="No Spacing"/>
    <w:uiPriority w:val="1"/>
    <w:qFormat/>
    <w:rsid w:val="00506B62"/>
    <w:rPr>
      <w:rFonts w:ascii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f6"/>
    <w:uiPriority w:val="59"/>
    <w:rsid w:val="00506B6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99"/>
    <w:rsid w:val="00506B6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unhideWhenUsed/>
    <w:rsid w:val="00506B62"/>
    <w:rPr>
      <w:rFonts w:cs="Times New Roman"/>
      <w:vertAlign w:val="superscript"/>
    </w:rPr>
  </w:style>
  <w:style w:type="paragraph" w:customStyle="1" w:styleId="1">
    <w:name w:val="Текст сноски1"/>
    <w:basedOn w:val="a"/>
    <w:next w:val="af8"/>
    <w:link w:val="10"/>
    <w:uiPriority w:val="99"/>
    <w:semiHidden/>
    <w:unhideWhenUsed/>
    <w:rsid w:val="00506B6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semiHidden/>
    <w:locked/>
    <w:rsid w:val="00506B62"/>
    <w:rPr>
      <w:rFonts w:ascii="Times New Roman" w:hAnsi="Times New Roman" w:cs="Times New Roman"/>
      <w:sz w:val="20"/>
    </w:rPr>
  </w:style>
  <w:style w:type="character" w:customStyle="1" w:styleId="10">
    <w:name w:val="Текст сноски Знак1"/>
    <w:link w:val="1"/>
    <w:uiPriority w:val="99"/>
    <w:semiHidden/>
    <w:locked/>
    <w:rsid w:val="00506B62"/>
    <w:rPr>
      <w:rFonts w:ascii="Times New Roman" w:hAnsi="Times New Roman"/>
      <w:sz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6"/>
    <w:uiPriority w:val="59"/>
    <w:rsid w:val="00676BEB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6"/>
    <w:uiPriority w:val="59"/>
    <w:rsid w:val="00676BEB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6"/>
    <w:uiPriority w:val="59"/>
    <w:rsid w:val="00676BE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next w:val="af6"/>
    <w:uiPriority w:val="59"/>
    <w:rsid w:val="00FD207A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6"/>
    <w:uiPriority w:val="59"/>
    <w:rsid w:val="00FD207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1"/>
    <w:uiPriority w:val="59"/>
    <w:rsid w:val="0048728C"/>
    <w:rPr>
      <w:rFonts w:ascii="Cambria" w:hAnsi="Cambria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1"/>
    <w:uiPriority w:val="59"/>
    <w:rsid w:val="0048728C"/>
    <w:rPr>
      <w:rFonts w:ascii="Cambria" w:hAnsi="Cambria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9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59;&#1044;%20&#1053;&#1055;&#1040;\&#1053;&#1054;&#1071;&#1041;&#1056;&#1068;%202015\&#1048;&#1084;&#1091;&#1097;&#1077;&#1089;&#1090;&#1074;&#1086;\&#1055;&#1086;&#1089;&#1090;&#1072;&#1085;&#1086;&#1074;&#1083;&#1077;&#1085;&#1080;&#1077;%20&#8470;%20954%20&#1086;&#1090;%2018.11.2015.docx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№ 954 от 18.11.2015.docx</Template>
  <TotalTime>1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</cp:revision>
  <cp:lastPrinted>2015-12-11T10:00:00Z</cp:lastPrinted>
  <dcterms:created xsi:type="dcterms:W3CDTF">2015-12-11T10:00:00Z</dcterms:created>
  <dcterms:modified xsi:type="dcterms:W3CDTF">2019-02-20T12:14:00Z</dcterms:modified>
</cp:coreProperties>
</file>