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567"/>
        <w:gridCol w:w="2149"/>
        <w:gridCol w:w="3746"/>
      </w:tblGrid>
      <w:tr w:rsidR="00A05C2D" w:rsidTr="007F7295"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207A0D" w:rsidRDefault="00664E08" w:rsidP="00207A0D">
            <w:pPr>
              <w:tabs>
                <w:tab w:val="left" w:pos="305"/>
                <w:tab w:val="left" w:pos="59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</w:t>
            </w:r>
            <w:r w:rsidR="00A05C2D" w:rsidRPr="00BC4224">
              <w:rPr>
                <w:b/>
                <w:bCs/>
                <w:sz w:val="26"/>
                <w:szCs w:val="26"/>
              </w:rPr>
              <w:t>«Изьва»</w:t>
            </w:r>
          </w:p>
          <w:p w:rsidR="00A05C2D" w:rsidRPr="00BC4224" w:rsidRDefault="00A05C2D" w:rsidP="00207A0D">
            <w:pPr>
              <w:tabs>
                <w:tab w:val="left" w:pos="305"/>
                <w:tab w:val="left" w:pos="590"/>
              </w:tabs>
              <w:rPr>
                <w:b/>
                <w:bCs/>
                <w:sz w:val="26"/>
                <w:szCs w:val="26"/>
              </w:rPr>
            </w:pPr>
            <w:r w:rsidRPr="00BC4224">
              <w:rPr>
                <w:b/>
                <w:bCs/>
                <w:sz w:val="26"/>
                <w:szCs w:val="26"/>
              </w:rPr>
              <w:t>муниципальнöй</w:t>
            </w:r>
            <w:r w:rsidR="00664E08">
              <w:rPr>
                <w:b/>
                <w:bCs/>
                <w:sz w:val="26"/>
                <w:szCs w:val="26"/>
              </w:rPr>
              <w:t xml:space="preserve"> </w:t>
            </w:r>
            <w:r w:rsidRPr="00BC4224">
              <w:rPr>
                <w:b/>
                <w:bCs/>
                <w:sz w:val="26"/>
                <w:szCs w:val="26"/>
              </w:rPr>
              <w:t>районса</w:t>
            </w:r>
          </w:p>
          <w:p w:rsidR="00A05C2D" w:rsidRPr="00BC4224" w:rsidRDefault="00664E08" w:rsidP="00207A0D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</w:t>
            </w:r>
            <w:r w:rsidR="00A05C2D" w:rsidRPr="00BC4224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05C2D" w:rsidRPr="0083314A" w:rsidRDefault="00A05C2D" w:rsidP="00CC0729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A05C2D" w:rsidRDefault="00AE392A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AE392A">
              <w:rPr>
                <w:b/>
                <w:bCs/>
                <w:noProof/>
              </w:rPr>
              <w:drawing>
                <wp:inline distT="0" distB="0" distL="0" distR="0">
                  <wp:extent cx="636422" cy="780680"/>
                  <wp:effectExtent l="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593" cy="787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7295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7F7295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7F7295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7F7295" w:rsidRPr="00826B97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</w:tcPr>
          <w:p w:rsidR="00224E48" w:rsidRPr="00BC4224" w:rsidRDefault="00664E08" w:rsidP="00224E48">
            <w:pPr>
              <w:widowControl w:val="0"/>
              <w:suppressAutoHyphens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</w:t>
            </w:r>
            <w:r w:rsidR="00A05C2D" w:rsidRPr="00BC4224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05C2D" w:rsidRPr="00BC4224" w:rsidRDefault="00664E08" w:rsidP="00224E48">
            <w:pPr>
              <w:widowControl w:val="0"/>
              <w:suppressAutoHyphens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</w:t>
            </w:r>
            <w:r w:rsidR="00A05C2D" w:rsidRPr="00BC422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A05C2D" w:rsidRPr="00BC4224" w:rsidRDefault="00664E08" w:rsidP="00224E48">
            <w:pPr>
              <w:widowControl w:val="0"/>
              <w:suppressAutoHyphens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</w:t>
            </w:r>
            <w:r w:rsidR="00A05C2D" w:rsidRPr="00BC4224">
              <w:rPr>
                <w:b/>
                <w:bCs/>
                <w:sz w:val="26"/>
                <w:szCs w:val="26"/>
              </w:rPr>
              <w:t>«Ижемский»</w:t>
            </w:r>
          </w:p>
          <w:p w:rsidR="0036467B" w:rsidRDefault="0036467B" w:rsidP="00224E48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36467B" w:rsidRDefault="0036467B" w:rsidP="00322429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F7295" w:rsidRPr="00B46E44" w:rsidRDefault="007F7295" w:rsidP="007F7295">
      <w:pPr>
        <w:keepNext/>
        <w:jc w:val="center"/>
        <w:outlineLvl w:val="0"/>
        <w:rPr>
          <w:b/>
          <w:bCs/>
          <w:sz w:val="26"/>
          <w:szCs w:val="26"/>
        </w:rPr>
      </w:pPr>
      <w:proofErr w:type="gramStart"/>
      <w:r w:rsidRPr="00B46E44">
        <w:rPr>
          <w:b/>
          <w:bCs/>
          <w:sz w:val="26"/>
          <w:szCs w:val="26"/>
        </w:rPr>
        <w:t>Ш</w:t>
      </w:r>
      <w:proofErr w:type="gramEnd"/>
      <w:r w:rsidRPr="00B46E44">
        <w:rPr>
          <w:b/>
          <w:bCs/>
          <w:sz w:val="26"/>
          <w:szCs w:val="26"/>
        </w:rPr>
        <w:t xml:space="preserve"> У Ö М</w:t>
      </w:r>
    </w:p>
    <w:p w:rsidR="007F7295" w:rsidRPr="00B46E44" w:rsidRDefault="007F7295" w:rsidP="007F7295">
      <w:pPr>
        <w:jc w:val="center"/>
        <w:rPr>
          <w:b/>
          <w:bCs/>
          <w:i/>
          <w:sz w:val="26"/>
          <w:szCs w:val="26"/>
          <w:u w:val="single"/>
        </w:rPr>
      </w:pPr>
    </w:p>
    <w:p w:rsidR="007F7295" w:rsidRPr="00B46E44" w:rsidRDefault="007F7295" w:rsidP="007F7295">
      <w:pPr>
        <w:jc w:val="center"/>
        <w:rPr>
          <w:b/>
          <w:bCs/>
          <w:sz w:val="26"/>
          <w:szCs w:val="26"/>
        </w:rPr>
      </w:pPr>
      <w:r w:rsidRPr="00B46E44">
        <w:rPr>
          <w:b/>
          <w:bCs/>
          <w:sz w:val="26"/>
          <w:szCs w:val="26"/>
        </w:rPr>
        <w:t>П О С Т А Н О В Л Е Н И Е</w:t>
      </w:r>
    </w:p>
    <w:p w:rsidR="00B92E4A" w:rsidRPr="00B46E44" w:rsidRDefault="00B92E4A" w:rsidP="007F7295">
      <w:pPr>
        <w:jc w:val="center"/>
        <w:rPr>
          <w:b/>
          <w:sz w:val="26"/>
          <w:szCs w:val="26"/>
        </w:rPr>
      </w:pPr>
    </w:p>
    <w:p w:rsidR="007F7295" w:rsidRPr="00B46E44" w:rsidRDefault="007F7295" w:rsidP="007F7295">
      <w:pPr>
        <w:jc w:val="center"/>
        <w:rPr>
          <w:b/>
          <w:sz w:val="26"/>
          <w:szCs w:val="26"/>
        </w:rPr>
      </w:pPr>
    </w:p>
    <w:p w:rsidR="008B6A0D" w:rsidRPr="00B46E44" w:rsidRDefault="005D4473" w:rsidP="00FF2D6A">
      <w:pPr>
        <w:ind w:left="567" w:hanging="567"/>
        <w:rPr>
          <w:sz w:val="26"/>
          <w:szCs w:val="26"/>
        </w:rPr>
      </w:pPr>
      <w:r>
        <w:rPr>
          <w:sz w:val="26"/>
          <w:szCs w:val="26"/>
        </w:rPr>
        <w:t xml:space="preserve">от 25 </w:t>
      </w:r>
      <w:r w:rsidR="00D701C1">
        <w:rPr>
          <w:sz w:val="26"/>
          <w:szCs w:val="26"/>
        </w:rPr>
        <w:t>октя</w:t>
      </w:r>
      <w:r w:rsidR="00F10604">
        <w:rPr>
          <w:sz w:val="26"/>
          <w:szCs w:val="26"/>
        </w:rPr>
        <w:t>бря</w:t>
      </w:r>
      <w:r w:rsidR="00525ABD">
        <w:rPr>
          <w:sz w:val="26"/>
          <w:szCs w:val="26"/>
        </w:rPr>
        <w:t xml:space="preserve"> </w:t>
      </w:r>
      <w:r w:rsidR="00305B06">
        <w:rPr>
          <w:sz w:val="26"/>
          <w:szCs w:val="26"/>
        </w:rPr>
        <w:t>202</w:t>
      </w:r>
      <w:r w:rsidR="00074AFD">
        <w:rPr>
          <w:sz w:val="26"/>
          <w:szCs w:val="26"/>
        </w:rPr>
        <w:t xml:space="preserve">3 </w:t>
      </w:r>
      <w:r w:rsidR="00A05C2D" w:rsidRPr="00B46E44">
        <w:rPr>
          <w:sz w:val="26"/>
          <w:szCs w:val="26"/>
        </w:rPr>
        <w:t xml:space="preserve"> года                                                                 </w:t>
      </w:r>
      <w:r w:rsidR="00F10604">
        <w:rPr>
          <w:sz w:val="26"/>
          <w:szCs w:val="26"/>
        </w:rPr>
        <w:t xml:space="preserve">  </w:t>
      </w:r>
      <w:r w:rsidR="00AB1CC1">
        <w:rPr>
          <w:sz w:val="26"/>
          <w:szCs w:val="26"/>
        </w:rPr>
        <w:t xml:space="preserve">       </w:t>
      </w:r>
      <w:r w:rsidR="00592740">
        <w:rPr>
          <w:sz w:val="26"/>
          <w:szCs w:val="26"/>
        </w:rPr>
        <w:t xml:space="preserve">          </w:t>
      </w:r>
      <w:r w:rsidR="00D701C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592740">
        <w:rPr>
          <w:sz w:val="26"/>
          <w:szCs w:val="26"/>
        </w:rPr>
        <w:t xml:space="preserve"> </w:t>
      </w:r>
      <w:r w:rsidR="00A05C2D" w:rsidRPr="00B46E44">
        <w:rPr>
          <w:sz w:val="26"/>
          <w:szCs w:val="26"/>
        </w:rPr>
        <w:t>№</w:t>
      </w:r>
      <w:r>
        <w:rPr>
          <w:sz w:val="26"/>
          <w:szCs w:val="26"/>
        </w:rPr>
        <w:t xml:space="preserve"> 1196</w:t>
      </w:r>
      <w:r w:rsidR="000A3ADD">
        <w:rPr>
          <w:sz w:val="26"/>
          <w:szCs w:val="26"/>
        </w:rPr>
        <w:t xml:space="preserve"> </w:t>
      </w:r>
      <w:r w:rsidR="00D701C1">
        <w:rPr>
          <w:sz w:val="26"/>
          <w:szCs w:val="26"/>
        </w:rPr>
        <w:t xml:space="preserve"> </w:t>
      </w:r>
    </w:p>
    <w:p w:rsidR="00F37CE0" w:rsidRPr="00B46E44" w:rsidRDefault="00A05C2D" w:rsidP="00A05C2D">
      <w:pPr>
        <w:rPr>
          <w:sz w:val="22"/>
          <w:szCs w:val="26"/>
        </w:rPr>
      </w:pPr>
      <w:r w:rsidRPr="00B46E44">
        <w:rPr>
          <w:sz w:val="22"/>
          <w:szCs w:val="26"/>
        </w:rPr>
        <w:t xml:space="preserve">Республика Коми, </w:t>
      </w:r>
      <w:r w:rsidR="009311C9" w:rsidRPr="00B46E44">
        <w:rPr>
          <w:sz w:val="22"/>
          <w:szCs w:val="26"/>
        </w:rPr>
        <w:t>Ижемский р</w:t>
      </w:r>
      <w:r w:rsidR="007F7295" w:rsidRPr="00B46E44">
        <w:rPr>
          <w:sz w:val="22"/>
          <w:szCs w:val="26"/>
        </w:rPr>
        <w:t>айон</w:t>
      </w:r>
      <w:r w:rsidR="009311C9" w:rsidRPr="00B46E44">
        <w:rPr>
          <w:sz w:val="22"/>
          <w:szCs w:val="26"/>
        </w:rPr>
        <w:t xml:space="preserve">, </w:t>
      </w:r>
      <w:proofErr w:type="gramStart"/>
      <w:r w:rsidRPr="00B46E44">
        <w:rPr>
          <w:sz w:val="22"/>
          <w:szCs w:val="26"/>
        </w:rPr>
        <w:t>с</w:t>
      </w:r>
      <w:proofErr w:type="gramEnd"/>
      <w:r w:rsidRPr="00B46E44">
        <w:rPr>
          <w:sz w:val="22"/>
          <w:szCs w:val="26"/>
        </w:rPr>
        <w:t>. Ижма</w:t>
      </w:r>
    </w:p>
    <w:p w:rsidR="00F37CE0" w:rsidRPr="00B46E44" w:rsidRDefault="00F37CE0" w:rsidP="00A05C2D">
      <w:pPr>
        <w:rPr>
          <w:sz w:val="26"/>
          <w:szCs w:val="26"/>
        </w:rPr>
      </w:pPr>
    </w:p>
    <w:p w:rsidR="00A05C2D" w:rsidRPr="00B46E44" w:rsidRDefault="00FB2902" w:rsidP="008220FF">
      <w:pPr>
        <w:pStyle w:val="a7"/>
        <w:suppressAutoHyphens/>
        <w:spacing w:before="0" w:beforeAutospacing="0" w:after="0" w:afterAutospacing="0" w:line="240" w:lineRule="atLeast"/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муниципального района «Ижемский» от 18 октября 2019 года № 780 «</w:t>
      </w:r>
      <w:r w:rsidR="002F4EF5" w:rsidRPr="00B46E44">
        <w:rPr>
          <w:sz w:val="26"/>
          <w:szCs w:val="26"/>
        </w:rPr>
        <w:t>Об утверждении реестра мест (пл</w:t>
      </w:r>
      <w:r w:rsidR="008220FF">
        <w:rPr>
          <w:sz w:val="26"/>
          <w:szCs w:val="26"/>
        </w:rPr>
        <w:t>о</w:t>
      </w:r>
      <w:r w:rsidR="002F4EF5" w:rsidRPr="00B46E44">
        <w:rPr>
          <w:sz w:val="26"/>
          <w:szCs w:val="26"/>
        </w:rPr>
        <w:t>щадок) накопления твердых коммунальных отходов</w:t>
      </w:r>
      <w:r w:rsidR="00A55736" w:rsidRPr="00B46E44">
        <w:rPr>
          <w:sz w:val="26"/>
          <w:szCs w:val="26"/>
        </w:rPr>
        <w:t xml:space="preserve"> и схемы размещения мест (площадок) накопления твердых коммунальных отходов</w:t>
      </w:r>
      <w:r w:rsidR="002F4EF5" w:rsidRPr="00B46E44">
        <w:rPr>
          <w:sz w:val="26"/>
          <w:szCs w:val="26"/>
        </w:rPr>
        <w:t>, расположенных на территории муниципального</w:t>
      </w:r>
      <w:r w:rsidR="00FC0D5B">
        <w:rPr>
          <w:sz w:val="26"/>
          <w:szCs w:val="26"/>
        </w:rPr>
        <w:t xml:space="preserve"> </w:t>
      </w:r>
      <w:r w:rsidR="002F4EF5" w:rsidRPr="00B46E44">
        <w:rPr>
          <w:sz w:val="26"/>
          <w:szCs w:val="26"/>
        </w:rPr>
        <w:t>образова</w:t>
      </w:r>
      <w:r>
        <w:rPr>
          <w:sz w:val="26"/>
          <w:szCs w:val="26"/>
        </w:rPr>
        <w:t>ния</w:t>
      </w:r>
      <w:r w:rsidR="00FC0D5B">
        <w:rPr>
          <w:sz w:val="26"/>
          <w:szCs w:val="26"/>
        </w:rPr>
        <w:t xml:space="preserve"> </w:t>
      </w:r>
      <w:r w:rsidR="002F4EF5" w:rsidRPr="00B46E44">
        <w:rPr>
          <w:sz w:val="26"/>
          <w:szCs w:val="26"/>
        </w:rPr>
        <w:t>муниципального района «Ижемский»</w:t>
      </w:r>
    </w:p>
    <w:p w:rsidR="002F4EF5" w:rsidRPr="00B46E44" w:rsidRDefault="002F4EF5" w:rsidP="002F4EF5">
      <w:pPr>
        <w:rPr>
          <w:sz w:val="26"/>
          <w:szCs w:val="26"/>
        </w:rPr>
      </w:pPr>
    </w:p>
    <w:p w:rsidR="00CC0729" w:rsidRPr="00B46E44" w:rsidRDefault="002F4EF5" w:rsidP="00F05871">
      <w:pPr>
        <w:pStyle w:val="a7"/>
        <w:suppressAutoHyphens/>
        <w:ind w:firstLine="709"/>
        <w:jc w:val="both"/>
        <w:rPr>
          <w:sz w:val="26"/>
          <w:szCs w:val="26"/>
        </w:rPr>
      </w:pPr>
      <w:r w:rsidRPr="00B46E44">
        <w:rPr>
          <w:sz w:val="26"/>
          <w:szCs w:val="26"/>
        </w:rPr>
        <w:t>Руководствуясь статьей 8 Федерального закона от 24</w:t>
      </w:r>
      <w:r w:rsidR="008B3323">
        <w:rPr>
          <w:sz w:val="26"/>
          <w:szCs w:val="26"/>
        </w:rPr>
        <w:t xml:space="preserve"> июня </w:t>
      </w:r>
      <w:r w:rsidRPr="00B46E44">
        <w:rPr>
          <w:sz w:val="26"/>
          <w:szCs w:val="26"/>
        </w:rPr>
        <w:t>1998</w:t>
      </w:r>
      <w:r w:rsidR="008B3323">
        <w:rPr>
          <w:sz w:val="26"/>
          <w:szCs w:val="26"/>
        </w:rPr>
        <w:t xml:space="preserve"> года</w:t>
      </w:r>
      <w:r w:rsidR="00525ABD">
        <w:rPr>
          <w:sz w:val="26"/>
          <w:szCs w:val="26"/>
        </w:rPr>
        <w:t xml:space="preserve">           </w:t>
      </w:r>
      <w:r w:rsidRPr="00B46E44">
        <w:rPr>
          <w:sz w:val="26"/>
          <w:szCs w:val="26"/>
        </w:rPr>
        <w:t>№ 89-ФЗ «Об отходах производства и потребления», постановлением Правительства Российской Федерации от 31</w:t>
      </w:r>
      <w:r w:rsidR="00664DB5">
        <w:rPr>
          <w:sz w:val="26"/>
          <w:szCs w:val="26"/>
        </w:rPr>
        <w:t xml:space="preserve"> августа </w:t>
      </w:r>
      <w:r w:rsidRPr="00B46E44">
        <w:rPr>
          <w:sz w:val="26"/>
          <w:szCs w:val="26"/>
        </w:rPr>
        <w:t>2018</w:t>
      </w:r>
      <w:r w:rsidR="00664DB5">
        <w:rPr>
          <w:sz w:val="26"/>
          <w:szCs w:val="26"/>
        </w:rPr>
        <w:t xml:space="preserve"> года</w:t>
      </w:r>
      <w:r w:rsidRPr="00B46E44">
        <w:rPr>
          <w:sz w:val="26"/>
          <w:szCs w:val="26"/>
        </w:rPr>
        <w:t xml:space="preserve"> № 1039 </w:t>
      </w:r>
      <w:r w:rsidR="00B46E44">
        <w:rPr>
          <w:sz w:val="26"/>
          <w:szCs w:val="26"/>
        </w:rPr>
        <w:t>«Об утверждении</w:t>
      </w:r>
      <w:r w:rsidR="00522E67">
        <w:rPr>
          <w:sz w:val="26"/>
          <w:szCs w:val="26"/>
        </w:rPr>
        <w:t xml:space="preserve"> </w:t>
      </w:r>
      <w:r w:rsidR="00D17EB9">
        <w:rPr>
          <w:sz w:val="26"/>
          <w:szCs w:val="26"/>
        </w:rPr>
        <w:t>П</w:t>
      </w:r>
      <w:r w:rsidR="00B46E44">
        <w:rPr>
          <w:sz w:val="26"/>
          <w:szCs w:val="26"/>
        </w:rPr>
        <w:t xml:space="preserve">равил </w:t>
      </w:r>
      <w:r w:rsidRPr="00B46E44">
        <w:rPr>
          <w:sz w:val="26"/>
          <w:szCs w:val="26"/>
        </w:rPr>
        <w:t>обустройства мест (площадок) накопления твердых коммунальных отходов и ведени</w:t>
      </w:r>
      <w:r w:rsidR="00836433">
        <w:rPr>
          <w:sz w:val="26"/>
          <w:szCs w:val="26"/>
        </w:rPr>
        <w:t>я</w:t>
      </w:r>
      <w:r w:rsidRPr="00B46E44">
        <w:rPr>
          <w:sz w:val="26"/>
          <w:szCs w:val="26"/>
        </w:rPr>
        <w:t xml:space="preserve"> их реестра», Уставом муниципального образования муниципального района «Ижемский»</w:t>
      </w:r>
    </w:p>
    <w:p w:rsidR="00A05C2D" w:rsidRPr="00B46E44" w:rsidRDefault="00A05C2D" w:rsidP="00A05C2D">
      <w:pPr>
        <w:tabs>
          <w:tab w:val="left" w:pos="180"/>
          <w:tab w:val="left" w:pos="360"/>
          <w:tab w:val="left" w:pos="540"/>
        </w:tabs>
        <w:jc w:val="center"/>
        <w:rPr>
          <w:sz w:val="26"/>
          <w:szCs w:val="26"/>
        </w:rPr>
      </w:pPr>
      <w:r w:rsidRPr="00B46E44">
        <w:rPr>
          <w:sz w:val="26"/>
          <w:szCs w:val="26"/>
        </w:rPr>
        <w:t>администрация муниципального района «Ижемский»</w:t>
      </w:r>
    </w:p>
    <w:p w:rsidR="00A05C2D" w:rsidRPr="00B46E44" w:rsidRDefault="00A05C2D" w:rsidP="00A05C2D">
      <w:pPr>
        <w:rPr>
          <w:sz w:val="26"/>
          <w:szCs w:val="26"/>
        </w:rPr>
      </w:pPr>
    </w:p>
    <w:p w:rsidR="00A05C2D" w:rsidRPr="00B46E44" w:rsidRDefault="00A05C2D" w:rsidP="00A05C2D">
      <w:pPr>
        <w:jc w:val="center"/>
        <w:rPr>
          <w:sz w:val="26"/>
          <w:szCs w:val="26"/>
        </w:rPr>
      </w:pPr>
      <w:r w:rsidRPr="00B46E44">
        <w:rPr>
          <w:sz w:val="26"/>
          <w:szCs w:val="26"/>
        </w:rPr>
        <w:t>П О С Т А Н О В Л Я Е Т:</w:t>
      </w:r>
    </w:p>
    <w:p w:rsidR="00F37CE0" w:rsidRPr="00B46E44" w:rsidRDefault="00F37CE0" w:rsidP="00A1736B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2D070A" w:rsidRDefault="002D070A" w:rsidP="002F4EF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2D070A">
        <w:rPr>
          <w:sz w:val="26"/>
          <w:szCs w:val="26"/>
        </w:rPr>
        <w:t>Внести в постановление администрации муниципального района «Ижемский» от 18 октября 2019 года № 780 «Об утверждении реестра мест (площадок) накопления твердых коммунальных отходов и схемы размещения мест (площадок) накопления твердых коммунальных отходов, расположенных на       территории муниципального образования муниципального района «Ижемский»   (</w:t>
      </w:r>
      <w:r>
        <w:rPr>
          <w:sz w:val="26"/>
          <w:szCs w:val="26"/>
        </w:rPr>
        <w:t>далее - Постановление) следующие изменения</w:t>
      </w:r>
      <w:r w:rsidRPr="002D070A">
        <w:rPr>
          <w:sz w:val="26"/>
          <w:szCs w:val="26"/>
        </w:rPr>
        <w:t>:</w:t>
      </w:r>
    </w:p>
    <w:p w:rsidR="002D070A" w:rsidRDefault="002D070A" w:rsidP="00DD3B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2D070A">
        <w:rPr>
          <w:sz w:val="26"/>
          <w:szCs w:val="26"/>
        </w:rPr>
        <w:t xml:space="preserve"> </w:t>
      </w:r>
      <w:r>
        <w:rPr>
          <w:sz w:val="26"/>
          <w:szCs w:val="26"/>
        </w:rPr>
        <w:t>Приложение к Постановлению</w:t>
      </w:r>
      <w:r w:rsidR="00DD3B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изложить в новой редакции согласно приложению </w:t>
      </w:r>
      <w:r w:rsidR="007F7B82" w:rsidRPr="000D317C">
        <w:rPr>
          <w:sz w:val="26"/>
          <w:szCs w:val="26"/>
        </w:rPr>
        <w:t>1</w:t>
      </w:r>
      <w:r w:rsidR="007F7B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настоящему постановлению. </w:t>
      </w:r>
    </w:p>
    <w:p w:rsidR="00DD3B4B" w:rsidRDefault="003E2E80" w:rsidP="00DD3B4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Приложение №</w:t>
      </w:r>
      <w:r w:rsidR="00DD3B4B">
        <w:rPr>
          <w:sz w:val="26"/>
          <w:szCs w:val="26"/>
        </w:rPr>
        <w:t>1 к р</w:t>
      </w:r>
      <w:r w:rsidR="00DD3B4B" w:rsidRPr="00DD3B4B">
        <w:rPr>
          <w:sz w:val="26"/>
          <w:szCs w:val="26"/>
        </w:rPr>
        <w:t>еестр</w:t>
      </w:r>
      <w:r w:rsidR="00DD3B4B">
        <w:rPr>
          <w:sz w:val="26"/>
          <w:szCs w:val="26"/>
        </w:rPr>
        <w:t>у</w:t>
      </w:r>
      <w:r w:rsidR="00DD3B4B" w:rsidRPr="00DD3B4B">
        <w:rPr>
          <w:sz w:val="26"/>
          <w:szCs w:val="26"/>
        </w:rPr>
        <w:t xml:space="preserve"> мест (площадок) накопления твердых коммунальных отходов, расположенных на территории муниципального района </w:t>
      </w:r>
      <w:r w:rsidR="00DD3B4B">
        <w:rPr>
          <w:sz w:val="26"/>
          <w:szCs w:val="26"/>
        </w:rPr>
        <w:t>«Ижемский», утвержденного Постановлением, дополнить согласно приложению  2</w:t>
      </w:r>
      <w:r w:rsidR="00DD3B4B" w:rsidRPr="00DD3B4B">
        <w:rPr>
          <w:sz w:val="26"/>
          <w:szCs w:val="26"/>
        </w:rPr>
        <w:t xml:space="preserve"> к настоящему постановлению</w:t>
      </w:r>
      <w:r w:rsidR="00DD3B4B">
        <w:rPr>
          <w:sz w:val="26"/>
          <w:szCs w:val="26"/>
        </w:rPr>
        <w:t xml:space="preserve">. </w:t>
      </w:r>
    </w:p>
    <w:p w:rsidR="002F4EF5" w:rsidRPr="00B46E44" w:rsidRDefault="00FB2902" w:rsidP="008B33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2F4EF5" w:rsidRPr="00B46E44">
        <w:rPr>
          <w:sz w:val="26"/>
          <w:szCs w:val="26"/>
        </w:rPr>
        <w:t xml:space="preserve">. Настоящее постановление вступает в силу </w:t>
      </w:r>
      <w:r w:rsidR="00037965">
        <w:rPr>
          <w:sz w:val="26"/>
          <w:szCs w:val="26"/>
        </w:rPr>
        <w:t xml:space="preserve">со дня </w:t>
      </w:r>
      <w:r w:rsidR="000C6717">
        <w:rPr>
          <w:sz w:val="26"/>
          <w:szCs w:val="26"/>
        </w:rPr>
        <w:t xml:space="preserve">его </w:t>
      </w:r>
      <w:r w:rsidR="00037965">
        <w:rPr>
          <w:sz w:val="26"/>
          <w:szCs w:val="26"/>
        </w:rPr>
        <w:t>принятия</w:t>
      </w:r>
      <w:r w:rsidR="002F4EF5" w:rsidRPr="00B46E44">
        <w:rPr>
          <w:sz w:val="26"/>
          <w:szCs w:val="26"/>
        </w:rPr>
        <w:t>.</w:t>
      </w:r>
    </w:p>
    <w:p w:rsidR="00CC0729" w:rsidRPr="00B46E44" w:rsidRDefault="00CC0729" w:rsidP="000E19CE">
      <w:pPr>
        <w:tabs>
          <w:tab w:val="left" w:pos="540"/>
        </w:tabs>
        <w:jc w:val="both"/>
        <w:rPr>
          <w:sz w:val="26"/>
          <w:szCs w:val="26"/>
        </w:rPr>
      </w:pPr>
    </w:p>
    <w:p w:rsidR="00E476A9" w:rsidRDefault="00E476A9" w:rsidP="000E19CE">
      <w:pPr>
        <w:tabs>
          <w:tab w:val="left" w:pos="540"/>
        </w:tabs>
        <w:jc w:val="both"/>
        <w:rPr>
          <w:sz w:val="26"/>
          <w:szCs w:val="26"/>
        </w:rPr>
      </w:pPr>
    </w:p>
    <w:p w:rsidR="000D317C" w:rsidRPr="000A3ADD" w:rsidRDefault="000D317C" w:rsidP="000E19CE">
      <w:pPr>
        <w:tabs>
          <w:tab w:val="left" w:pos="540"/>
        </w:tabs>
        <w:jc w:val="both"/>
        <w:rPr>
          <w:sz w:val="26"/>
          <w:szCs w:val="26"/>
        </w:rPr>
      </w:pPr>
    </w:p>
    <w:p w:rsidR="001E54DF" w:rsidRPr="001E54DF" w:rsidRDefault="001E54DF" w:rsidP="001E54DF">
      <w:pPr>
        <w:tabs>
          <w:tab w:val="left" w:pos="540"/>
        </w:tabs>
        <w:jc w:val="both"/>
        <w:rPr>
          <w:sz w:val="26"/>
          <w:szCs w:val="26"/>
        </w:rPr>
      </w:pPr>
      <w:r w:rsidRPr="001E54DF">
        <w:rPr>
          <w:sz w:val="26"/>
          <w:szCs w:val="26"/>
        </w:rPr>
        <w:t xml:space="preserve">Заместитель руководителя администрации </w:t>
      </w:r>
    </w:p>
    <w:p w:rsidR="003566FB" w:rsidRDefault="001E54DF" w:rsidP="005D4473">
      <w:pPr>
        <w:tabs>
          <w:tab w:val="left" w:pos="540"/>
        </w:tabs>
        <w:ind w:right="-2"/>
        <w:jc w:val="both"/>
        <w:rPr>
          <w:sz w:val="28"/>
          <w:szCs w:val="28"/>
        </w:rPr>
      </w:pPr>
      <w:r w:rsidRPr="001E54DF">
        <w:rPr>
          <w:sz w:val="26"/>
          <w:szCs w:val="26"/>
        </w:rPr>
        <w:t xml:space="preserve">муниципального района «Ижемский»                                         </w:t>
      </w:r>
      <w:r w:rsidR="005D4473">
        <w:rPr>
          <w:sz w:val="26"/>
          <w:szCs w:val="26"/>
        </w:rPr>
        <w:t xml:space="preserve">      </w:t>
      </w:r>
      <w:bookmarkStart w:id="0" w:name="_GoBack"/>
      <w:bookmarkEnd w:id="0"/>
      <w:r w:rsidR="005D4473">
        <w:rPr>
          <w:sz w:val="26"/>
          <w:szCs w:val="26"/>
        </w:rPr>
        <w:t xml:space="preserve">    </w:t>
      </w:r>
      <w:r w:rsidRPr="001E54DF">
        <w:rPr>
          <w:sz w:val="26"/>
          <w:szCs w:val="26"/>
        </w:rPr>
        <w:t xml:space="preserve">      А. С. Кретов</w:t>
      </w:r>
    </w:p>
    <w:sectPr w:rsidR="003566FB" w:rsidSect="00A1736B">
      <w:pgSz w:w="11905" w:h="16838"/>
      <w:pgMar w:top="567" w:right="850" w:bottom="56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DAC"/>
    <w:multiLevelType w:val="hybridMultilevel"/>
    <w:tmpl w:val="5E10E552"/>
    <w:lvl w:ilvl="0" w:tplc="5738740C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0CEF6CCB"/>
    <w:multiLevelType w:val="hybridMultilevel"/>
    <w:tmpl w:val="79EE197A"/>
    <w:lvl w:ilvl="0" w:tplc="9FA876A0">
      <w:start w:val="1"/>
      <w:numFmt w:val="decimal"/>
      <w:lvlText w:val="%1."/>
      <w:lvlJc w:val="left"/>
      <w:pPr>
        <w:ind w:left="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30365113"/>
    <w:multiLevelType w:val="hybridMultilevel"/>
    <w:tmpl w:val="1BA02EFC"/>
    <w:lvl w:ilvl="0" w:tplc="F4C00182">
      <w:start w:val="1"/>
      <w:numFmt w:val="decimal"/>
      <w:lvlText w:val="%1."/>
      <w:lvlJc w:val="left"/>
      <w:pPr>
        <w:ind w:left="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>
    <w:nsid w:val="64B5532E"/>
    <w:multiLevelType w:val="hybridMultilevel"/>
    <w:tmpl w:val="2FEA6DC6"/>
    <w:lvl w:ilvl="0" w:tplc="A97A378A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2"/>
  </w:compat>
  <w:rsids>
    <w:rsidRoot w:val="00686AEB"/>
    <w:rsid w:val="000000E2"/>
    <w:rsid w:val="0000246F"/>
    <w:rsid w:val="000047E1"/>
    <w:rsid w:val="00007CF8"/>
    <w:rsid w:val="00010795"/>
    <w:rsid w:val="0001665B"/>
    <w:rsid w:val="0003056D"/>
    <w:rsid w:val="00037965"/>
    <w:rsid w:val="00055DC8"/>
    <w:rsid w:val="000644D2"/>
    <w:rsid w:val="00074AFD"/>
    <w:rsid w:val="000764CD"/>
    <w:rsid w:val="00087A19"/>
    <w:rsid w:val="00095802"/>
    <w:rsid w:val="000A3ADD"/>
    <w:rsid w:val="000B0F53"/>
    <w:rsid w:val="000B3A84"/>
    <w:rsid w:val="000C2CD7"/>
    <w:rsid w:val="000C6717"/>
    <w:rsid w:val="000D2F89"/>
    <w:rsid w:val="000D317C"/>
    <w:rsid w:val="000D6AF9"/>
    <w:rsid w:val="000E19CE"/>
    <w:rsid w:val="000E512B"/>
    <w:rsid w:val="00106B6D"/>
    <w:rsid w:val="00113971"/>
    <w:rsid w:val="001255E9"/>
    <w:rsid w:val="001417D2"/>
    <w:rsid w:val="00141840"/>
    <w:rsid w:val="00144661"/>
    <w:rsid w:val="0014681E"/>
    <w:rsid w:val="001526A1"/>
    <w:rsid w:val="00155774"/>
    <w:rsid w:val="00166181"/>
    <w:rsid w:val="00183364"/>
    <w:rsid w:val="0018379B"/>
    <w:rsid w:val="001A06C3"/>
    <w:rsid w:val="001A0CE4"/>
    <w:rsid w:val="001E1875"/>
    <w:rsid w:val="001E54DF"/>
    <w:rsid w:val="0020314C"/>
    <w:rsid w:val="00203676"/>
    <w:rsid w:val="00207A0D"/>
    <w:rsid w:val="002139C0"/>
    <w:rsid w:val="00224E48"/>
    <w:rsid w:val="00231732"/>
    <w:rsid w:val="00252329"/>
    <w:rsid w:val="002530EE"/>
    <w:rsid w:val="00257733"/>
    <w:rsid w:val="002A6A65"/>
    <w:rsid w:val="002D070A"/>
    <w:rsid w:val="002E0877"/>
    <w:rsid w:val="002F4EF5"/>
    <w:rsid w:val="002F6F83"/>
    <w:rsid w:val="002F7083"/>
    <w:rsid w:val="003052B2"/>
    <w:rsid w:val="00305B06"/>
    <w:rsid w:val="00322429"/>
    <w:rsid w:val="00322938"/>
    <w:rsid w:val="003268FA"/>
    <w:rsid w:val="00350F19"/>
    <w:rsid w:val="003510AA"/>
    <w:rsid w:val="0035474B"/>
    <w:rsid w:val="00354BBD"/>
    <w:rsid w:val="003566FB"/>
    <w:rsid w:val="00356DAB"/>
    <w:rsid w:val="0036013B"/>
    <w:rsid w:val="00361C21"/>
    <w:rsid w:val="00361DFB"/>
    <w:rsid w:val="0036467B"/>
    <w:rsid w:val="00374073"/>
    <w:rsid w:val="00377DF2"/>
    <w:rsid w:val="003867AC"/>
    <w:rsid w:val="0038785B"/>
    <w:rsid w:val="003918A2"/>
    <w:rsid w:val="003A4B84"/>
    <w:rsid w:val="003A5B67"/>
    <w:rsid w:val="003C7BF5"/>
    <w:rsid w:val="003D2677"/>
    <w:rsid w:val="003D33F4"/>
    <w:rsid w:val="003E2E80"/>
    <w:rsid w:val="003E4E6F"/>
    <w:rsid w:val="00406F57"/>
    <w:rsid w:val="004153B6"/>
    <w:rsid w:val="0041674F"/>
    <w:rsid w:val="004171B1"/>
    <w:rsid w:val="00420E8F"/>
    <w:rsid w:val="00424F6A"/>
    <w:rsid w:val="00447371"/>
    <w:rsid w:val="00452A3F"/>
    <w:rsid w:val="004709EA"/>
    <w:rsid w:val="00471813"/>
    <w:rsid w:val="00474695"/>
    <w:rsid w:val="00475573"/>
    <w:rsid w:val="00486D7A"/>
    <w:rsid w:val="004A0960"/>
    <w:rsid w:val="004B557D"/>
    <w:rsid w:val="004B5A58"/>
    <w:rsid w:val="004B6B60"/>
    <w:rsid w:val="004C1C42"/>
    <w:rsid w:val="004C5D4D"/>
    <w:rsid w:val="004C7A9E"/>
    <w:rsid w:val="004D52DA"/>
    <w:rsid w:val="004D6900"/>
    <w:rsid w:val="004E0996"/>
    <w:rsid w:val="004E1DDF"/>
    <w:rsid w:val="004E4912"/>
    <w:rsid w:val="004E4D43"/>
    <w:rsid w:val="004F08D6"/>
    <w:rsid w:val="004F2015"/>
    <w:rsid w:val="004F5C7B"/>
    <w:rsid w:val="00500EE8"/>
    <w:rsid w:val="00501756"/>
    <w:rsid w:val="00507218"/>
    <w:rsid w:val="00522E67"/>
    <w:rsid w:val="00525ABD"/>
    <w:rsid w:val="00535A3C"/>
    <w:rsid w:val="00546B6A"/>
    <w:rsid w:val="00557144"/>
    <w:rsid w:val="00571BF2"/>
    <w:rsid w:val="00574E5D"/>
    <w:rsid w:val="00576EBD"/>
    <w:rsid w:val="00587EA7"/>
    <w:rsid w:val="00592740"/>
    <w:rsid w:val="005A1090"/>
    <w:rsid w:val="005D4473"/>
    <w:rsid w:val="005E0C7D"/>
    <w:rsid w:val="005F1F07"/>
    <w:rsid w:val="005F2166"/>
    <w:rsid w:val="005F3FC0"/>
    <w:rsid w:val="00606971"/>
    <w:rsid w:val="0060741B"/>
    <w:rsid w:val="0063399A"/>
    <w:rsid w:val="00643E8D"/>
    <w:rsid w:val="00644C93"/>
    <w:rsid w:val="0065576F"/>
    <w:rsid w:val="00656BC1"/>
    <w:rsid w:val="00664DB5"/>
    <w:rsid w:val="00664E08"/>
    <w:rsid w:val="006852F4"/>
    <w:rsid w:val="00686AEB"/>
    <w:rsid w:val="0069689D"/>
    <w:rsid w:val="006A0C88"/>
    <w:rsid w:val="006A1B1E"/>
    <w:rsid w:val="006C5DD5"/>
    <w:rsid w:val="006D2033"/>
    <w:rsid w:val="006D2C8B"/>
    <w:rsid w:val="006D67D4"/>
    <w:rsid w:val="006F60EE"/>
    <w:rsid w:val="007117E2"/>
    <w:rsid w:val="00720BCB"/>
    <w:rsid w:val="007258FD"/>
    <w:rsid w:val="0072620B"/>
    <w:rsid w:val="007309FE"/>
    <w:rsid w:val="00733F08"/>
    <w:rsid w:val="00741BB4"/>
    <w:rsid w:val="0074330B"/>
    <w:rsid w:val="00760D26"/>
    <w:rsid w:val="00761795"/>
    <w:rsid w:val="0076454D"/>
    <w:rsid w:val="00773CF9"/>
    <w:rsid w:val="007852AA"/>
    <w:rsid w:val="00792D6C"/>
    <w:rsid w:val="007B0972"/>
    <w:rsid w:val="007B1BD7"/>
    <w:rsid w:val="007C41AD"/>
    <w:rsid w:val="007D196F"/>
    <w:rsid w:val="007E4CA7"/>
    <w:rsid w:val="007F47D8"/>
    <w:rsid w:val="007F7295"/>
    <w:rsid w:val="007F7B82"/>
    <w:rsid w:val="00816CB1"/>
    <w:rsid w:val="008220FF"/>
    <w:rsid w:val="008265C4"/>
    <w:rsid w:val="00830026"/>
    <w:rsid w:val="0083142A"/>
    <w:rsid w:val="00833FDF"/>
    <w:rsid w:val="00835B2E"/>
    <w:rsid w:val="00836433"/>
    <w:rsid w:val="00853B15"/>
    <w:rsid w:val="00863160"/>
    <w:rsid w:val="008770E3"/>
    <w:rsid w:val="00895A16"/>
    <w:rsid w:val="008A11CD"/>
    <w:rsid w:val="008B3323"/>
    <w:rsid w:val="008B4280"/>
    <w:rsid w:val="008B6A0D"/>
    <w:rsid w:val="008C737A"/>
    <w:rsid w:val="008D07E0"/>
    <w:rsid w:val="008F1BBA"/>
    <w:rsid w:val="008F47F1"/>
    <w:rsid w:val="008F5476"/>
    <w:rsid w:val="008F5B94"/>
    <w:rsid w:val="009040C5"/>
    <w:rsid w:val="00905C50"/>
    <w:rsid w:val="00905DF1"/>
    <w:rsid w:val="009215F7"/>
    <w:rsid w:val="009219D3"/>
    <w:rsid w:val="0092594E"/>
    <w:rsid w:val="009311C9"/>
    <w:rsid w:val="00954962"/>
    <w:rsid w:val="0095712E"/>
    <w:rsid w:val="0095778E"/>
    <w:rsid w:val="0096597C"/>
    <w:rsid w:val="009837B0"/>
    <w:rsid w:val="00984D39"/>
    <w:rsid w:val="009B2F34"/>
    <w:rsid w:val="009C1907"/>
    <w:rsid w:val="009C2E7B"/>
    <w:rsid w:val="009D6DF4"/>
    <w:rsid w:val="00A0142E"/>
    <w:rsid w:val="00A05C2D"/>
    <w:rsid w:val="00A1573E"/>
    <w:rsid w:val="00A1736B"/>
    <w:rsid w:val="00A26F0D"/>
    <w:rsid w:val="00A3073B"/>
    <w:rsid w:val="00A31E49"/>
    <w:rsid w:val="00A5231B"/>
    <w:rsid w:val="00A55736"/>
    <w:rsid w:val="00A57057"/>
    <w:rsid w:val="00A75E2B"/>
    <w:rsid w:val="00A8023A"/>
    <w:rsid w:val="00A85207"/>
    <w:rsid w:val="00A9025D"/>
    <w:rsid w:val="00A94E84"/>
    <w:rsid w:val="00AA064C"/>
    <w:rsid w:val="00AB1CC1"/>
    <w:rsid w:val="00AB5901"/>
    <w:rsid w:val="00AE392A"/>
    <w:rsid w:val="00AF3B61"/>
    <w:rsid w:val="00AF4E36"/>
    <w:rsid w:val="00B10A5B"/>
    <w:rsid w:val="00B11762"/>
    <w:rsid w:val="00B14786"/>
    <w:rsid w:val="00B16411"/>
    <w:rsid w:val="00B46E44"/>
    <w:rsid w:val="00B53F52"/>
    <w:rsid w:val="00B57797"/>
    <w:rsid w:val="00B73502"/>
    <w:rsid w:val="00B74F93"/>
    <w:rsid w:val="00B920B4"/>
    <w:rsid w:val="00B92E4A"/>
    <w:rsid w:val="00BA3437"/>
    <w:rsid w:val="00BA53C0"/>
    <w:rsid w:val="00BC0248"/>
    <w:rsid w:val="00BC3718"/>
    <w:rsid w:val="00BC4224"/>
    <w:rsid w:val="00BE6B06"/>
    <w:rsid w:val="00C01040"/>
    <w:rsid w:val="00C23460"/>
    <w:rsid w:val="00C243CB"/>
    <w:rsid w:val="00C24CF7"/>
    <w:rsid w:val="00C54A01"/>
    <w:rsid w:val="00C61CC1"/>
    <w:rsid w:val="00C643AA"/>
    <w:rsid w:val="00C72F59"/>
    <w:rsid w:val="00C82ABA"/>
    <w:rsid w:val="00C87021"/>
    <w:rsid w:val="00C966EB"/>
    <w:rsid w:val="00CC0729"/>
    <w:rsid w:val="00CD1B06"/>
    <w:rsid w:val="00D00FDA"/>
    <w:rsid w:val="00D1571E"/>
    <w:rsid w:val="00D17EB9"/>
    <w:rsid w:val="00D22D52"/>
    <w:rsid w:val="00D22E6D"/>
    <w:rsid w:val="00D2388D"/>
    <w:rsid w:val="00D2588C"/>
    <w:rsid w:val="00D30446"/>
    <w:rsid w:val="00D65837"/>
    <w:rsid w:val="00D701C1"/>
    <w:rsid w:val="00D72D3E"/>
    <w:rsid w:val="00D87C13"/>
    <w:rsid w:val="00D92EB2"/>
    <w:rsid w:val="00DA52EB"/>
    <w:rsid w:val="00DB3A2C"/>
    <w:rsid w:val="00DC64E3"/>
    <w:rsid w:val="00DD3B4B"/>
    <w:rsid w:val="00DD4750"/>
    <w:rsid w:val="00DD6B53"/>
    <w:rsid w:val="00DE4B19"/>
    <w:rsid w:val="00DF6B09"/>
    <w:rsid w:val="00E0503E"/>
    <w:rsid w:val="00E13AC4"/>
    <w:rsid w:val="00E13F72"/>
    <w:rsid w:val="00E20CA7"/>
    <w:rsid w:val="00E31983"/>
    <w:rsid w:val="00E337AC"/>
    <w:rsid w:val="00E45089"/>
    <w:rsid w:val="00E476A9"/>
    <w:rsid w:val="00E47C3A"/>
    <w:rsid w:val="00E57B03"/>
    <w:rsid w:val="00E57B4A"/>
    <w:rsid w:val="00E610B5"/>
    <w:rsid w:val="00E75083"/>
    <w:rsid w:val="00E84A92"/>
    <w:rsid w:val="00E92290"/>
    <w:rsid w:val="00EC7651"/>
    <w:rsid w:val="00ED465F"/>
    <w:rsid w:val="00EF10A8"/>
    <w:rsid w:val="00F014D5"/>
    <w:rsid w:val="00F05871"/>
    <w:rsid w:val="00F10604"/>
    <w:rsid w:val="00F12B61"/>
    <w:rsid w:val="00F14091"/>
    <w:rsid w:val="00F156A6"/>
    <w:rsid w:val="00F16FA5"/>
    <w:rsid w:val="00F313D5"/>
    <w:rsid w:val="00F37CE0"/>
    <w:rsid w:val="00F43515"/>
    <w:rsid w:val="00F4532F"/>
    <w:rsid w:val="00F810FB"/>
    <w:rsid w:val="00F90FE9"/>
    <w:rsid w:val="00F92C9C"/>
    <w:rsid w:val="00FA2C66"/>
    <w:rsid w:val="00FB2902"/>
    <w:rsid w:val="00FB300F"/>
    <w:rsid w:val="00FB5879"/>
    <w:rsid w:val="00FC0D5B"/>
    <w:rsid w:val="00FC4327"/>
    <w:rsid w:val="00FC7C46"/>
    <w:rsid w:val="00FD7B50"/>
    <w:rsid w:val="00FF0E4F"/>
    <w:rsid w:val="00FF2AD0"/>
    <w:rsid w:val="00FF2D6A"/>
    <w:rsid w:val="00FF6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A05C2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E050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rsid w:val="00AE3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92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641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table" w:styleId="a6">
    <w:name w:val="Table Grid"/>
    <w:basedOn w:val="a1"/>
    <w:uiPriority w:val="59"/>
    <w:rsid w:val="00B1641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C5DD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7">
    <w:name w:val="Normal (Web)"/>
    <w:basedOn w:val="a"/>
    <w:uiPriority w:val="99"/>
    <w:unhideWhenUsed/>
    <w:rsid w:val="002F4EF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om17\Desktop\&#1052;&#1086;&#1080;%20&#1076;&#1086;&#1082;&#1091;&#1084;&#1077;&#1085;&#1090;&#1099;\&#1055;&#1054;&#1057;&#1058;&#1040;&#1053;&#1054;&#1042;&#1051;&#1045;&#1053;&#1048;&#1071;\&#1055;&#1086;&#1089;&#1090;&#1072;&#1085;&#1086;&#1074;&#1083;&#1077;&#1085;&#1080;&#1077;%20&#1086;%20&#1074;&#1099;&#1076;&#1077;&#1083;&#1077;&#1085;&#1080;&#1080;%20&#1089;&#1088;&#1077;&#1076;&#1089;&#1090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24D5B-76D5-40D4-8472-4CD4A4C63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выделении средств</Template>
  <TotalTime>643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ЖКХиДД</cp:lastModifiedBy>
  <cp:revision>119</cp:revision>
  <cp:lastPrinted>2023-10-25T11:01:00Z</cp:lastPrinted>
  <dcterms:created xsi:type="dcterms:W3CDTF">2017-04-13T07:21:00Z</dcterms:created>
  <dcterms:modified xsi:type="dcterms:W3CDTF">2023-10-25T11:05:00Z</dcterms:modified>
</cp:coreProperties>
</file>